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0BB45" w14:textId="75D04415" w:rsidR="00413E5D" w:rsidRPr="00561165" w:rsidRDefault="00E73A03" w:rsidP="00413E5D">
      <w:pPr>
        <w:pStyle w:val="Nadpis1"/>
        <w:rPr>
          <w:sz w:val="32"/>
          <w:szCs w:val="32"/>
        </w:rPr>
      </w:pPr>
      <w:r>
        <w:rPr>
          <w:sz w:val="32"/>
          <w:szCs w:val="32"/>
        </w:rPr>
        <w:t>Technické</w:t>
      </w:r>
      <w:r w:rsidR="00413E5D">
        <w:rPr>
          <w:sz w:val="32"/>
          <w:szCs w:val="32"/>
        </w:rPr>
        <w:t xml:space="preserve"> požadavky </w:t>
      </w:r>
    </w:p>
    <w:p w14:paraId="588D1BEF" w14:textId="77777777" w:rsidR="00413E5D" w:rsidRDefault="00413E5D" w:rsidP="00413E5D"/>
    <w:p w14:paraId="38757FCF" w14:textId="77777777" w:rsidR="00413E5D" w:rsidRDefault="00413E5D" w:rsidP="00413E5D">
      <w:pPr>
        <w:pStyle w:val="Nadpis2"/>
        <w:spacing w:before="0"/>
      </w:pPr>
      <w:r>
        <w:t>1. Požadavek</w:t>
      </w:r>
    </w:p>
    <w:p w14:paraId="0EB4F5D4" w14:textId="61D03953" w:rsidR="00413E5D" w:rsidRPr="0081206E" w:rsidRDefault="00413E5D" w:rsidP="00F92BD4">
      <w:pPr>
        <w:pStyle w:val="Odstavecseseznamem"/>
        <w:numPr>
          <w:ilvl w:val="0"/>
          <w:numId w:val="11"/>
        </w:numPr>
        <w:jc w:val="both"/>
      </w:pPr>
      <w:r w:rsidRPr="0008575D">
        <w:t xml:space="preserve">Základním požadavkem akce: </w:t>
      </w:r>
      <w:r w:rsidR="005C3A50">
        <w:rPr>
          <w:b/>
        </w:rPr>
        <w:t>AKU nářadí pro pohotovost</w:t>
      </w:r>
      <w:r w:rsidR="004D036E">
        <w:rPr>
          <w:b/>
        </w:rPr>
        <w:t xml:space="preserve"> </w:t>
      </w:r>
      <w:r w:rsidR="000F41C7" w:rsidRPr="0008575D">
        <w:t xml:space="preserve">je nákup </w:t>
      </w:r>
      <w:r w:rsidR="00F92BD4">
        <w:t xml:space="preserve">akumulátorových </w:t>
      </w:r>
      <w:r w:rsidR="00F9788F" w:rsidRPr="0008575D">
        <w:t xml:space="preserve">strojů </w:t>
      </w:r>
      <w:r w:rsidR="00152480" w:rsidRPr="0008575D">
        <w:t xml:space="preserve">a </w:t>
      </w:r>
      <w:r w:rsidR="00F92BD4">
        <w:t>jejich příslušenství</w:t>
      </w:r>
      <w:r w:rsidR="00152480" w:rsidRPr="0008575D">
        <w:t xml:space="preserve"> </w:t>
      </w:r>
      <w:r w:rsidR="00F9788F" w:rsidRPr="0008575D">
        <w:t>určených</w:t>
      </w:r>
      <w:r w:rsidRPr="0008575D">
        <w:t xml:space="preserve"> </w:t>
      </w:r>
      <w:r w:rsidR="000A290F" w:rsidRPr="0008575D">
        <w:t xml:space="preserve">pro potřebu správy tratí </w:t>
      </w:r>
      <w:r w:rsidRPr="0008575D">
        <w:t xml:space="preserve">při </w:t>
      </w:r>
      <w:r w:rsidRPr="0081206E">
        <w:t>údržbě dr</w:t>
      </w:r>
      <w:r w:rsidR="000F41C7" w:rsidRPr="0081206E">
        <w:t>ážního tělesa</w:t>
      </w:r>
      <w:r w:rsidR="00F9788F" w:rsidRPr="0081206E">
        <w:t xml:space="preserve"> </w:t>
      </w:r>
      <w:r w:rsidRPr="0081206E">
        <w:t>za účelem zajištění provozuschopnosti železniční infrastruktury zadavatele.</w:t>
      </w:r>
    </w:p>
    <w:p w14:paraId="06727756" w14:textId="1427E9E3" w:rsidR="00CD3E6B" w:rsidRPr="0081206E" w:rsidRDefault="00CD3E6B" w:rsidP="00413E5D">
      <w:pPr>
        <w:pStyle w:val="Odstavecseseznamem"/>
        <w:numPr>
          <w:ilvl w:val="0"/>
          <w:numId w:val="11"/>
        </w:numPr>
        <w:jc w:val="both"/>
      </w:pPr>
      <w:r w:rsidRPr="0081206E">
        <w:t>Nabízené (dodávané) stroje požaduje zadavatel zakázky nové a nepoužité. Nepřipouští se nabídka použitých, případně „předváděcích“ strojů“</w:t>
      </w:r>
      <w:r w:rsidR="00372215" w:rsidRPr="0081206E">
        <w:t>.</w:t>
      </w:r>
    </w:p>
    <w:p w14:paraId="4F478062" w14:textId="4EEAD933" w:rsidR="005702D6" w:rsidRDefault="00413E5D" w:rsidP="005702D6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strojů</w:t>
      </w:r>
    </w:p>
    <w:p w14:paraId="508A1179" w14:textId="34C8824B" w:rsidR="002F52DB" w:rsidRPr="00612482" w:rsidRDefault="004D036E" w:rsidP="00852BCD">
      <w:pPr>
        <w:pStyle w:val="Odstavecseseznamem"/>
        <w:numPr>
          <w:ilvl w:val="0"/>
          <w:numId w:val="10"/>
        </w:numPr>
        <w:jc w:val="both"/>
      </w:pPr>
      <w:r>
        <w:t>2</w:t>
      </w:r>
      <w:r w:rsidR="002F52DB" w:rsidRPr="00612482">
        <w:t xml:space="preserve">x </w:t>
      </w:r>
      <w:r w:rsidR="00D6071C">
        <w:t>Aku –</w:t>
      </w:r>
      <w:r w:rsidR="00852BCD">
        <w:t xml:space="preserve"> </w:t>
      </w:r>
      <w:r w:rsidR="00D6071C">
        <w:t xml:space="preserve">vrtačka </w:t>
      </w:r>
      <w:r w:rsidR="00852BCD" w:rsidRPr="00852BCD">
        <w:t xml:space="preserve">s permanentním magnetem </w:t>
      </w:r>
      <w:r w:rsidR="00D6071C">
        <w:t>včetně držáku ke kolejnici</w:t>
      </w:r>
      <w:r w:rsidR="007530A7">
        <w:t xml:space="preserve"> a příslušenstvím</w:t>
      </w:r>
    </w:p>
    <w:p w14:paraId="01DA990E" w14:textId="0AFB6BD7" w:rsidR="007530A7" w:rsidRDefault="004D036E" w:rsidP="007530A7">
      <w:pPr>
        <w:pStyle w:val="Odstavecseseznamem"/>
        <w:numPr>
          <w:ilvl w:val="0"/>
          <w:numId w:val="10"/>
        </w:numPr>
        <w:jc w:val="both"/>
      </w:pPr>
      <w:r>
        <w:t>7</w:t>
      </w:r>
      <w:r w:rsidR="00F9788F" w:rsidRPr="0086615B">
        <w:t xml:space="preserve">x </w:t>
      </w:r>
      <w:r w:rsidR="00D6071C">
        <w:t>Aku – rozbrušovací pila včetně kolejnicové kolébky</w:t>
      </w:r>
      <w:r w:rsidR="007530A7">
        <w:t xml:space="preserve"> a příslušenství</w:t>
      </w:r>
    </w:p>
    <w:p w14:paraId="015FF8D6" w14:textId="3F723269" w:rsidR="002F52DB" w:rsidRPr="0086615B" w:rsidRDefault="002F52DB" w:rsidP="00D6071C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77777777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>záruční list stroje</w:t>
      </w:r>
    </w:p>
    <w:p w14:paraId="3E7233A2" w14:textId="200FF930" w:rsidR="005702D6" w:rsidRDefault="005702D6" w:rsidP="0097531B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obsluze</w:t>
      </w:r>
      <w:r w:rsidR="001B1147">
        <w:t xml:space="preserve"> </w:t>
      </w:r>
      <w:r w:rsidR="000A290F">
        <w:t>stroje</w:t>
      </w:r>
      <w:r w:rsidR="00D6071C">
        <w:t xml:space="preserve"> v českém jazyce</w:t>
      </w:r>
    </w:p>
    <w:p w14:paraId="3E33958F" w14:textId="77777777" w:rsidR="00306842" w:rsidRPr="000A290F" w:rsidRDefault="001B1147" w:rsidP="005702D6">
      <w:pPr>
        <w:pStyle w:val="Odstavecseseznamem"/>
        <w:numPr>
          <w:ilvl w:val="0"/>
          <w:numId w:val="12"/>
        </w:numPr>
      </w:pPr>
      <w:r w:rsidRPr="000A290F">
        <w:t>Zaškolení obsluhy pro bezpečnou obsluhu a údržbu výrobku</w:t>
      </w:r>
      <w:r w:rsidR="00C30C0F">
        <w:t xml:space="preserve"> u objednatele</w:t>
      </w:r>
    </w:p>
    <w:p w14:paraId="5BFD6245" w14:textId="58530222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Záruka na jakost po dobu minimálně 24 měsíců</w:t>
      </w:r>
      <w:r w:rsidR="002741EA">
        <w:t xml:space="preserve"> u rozbrušovací pily a 36 měsíců u vrtačky s permanentním magnetem</w:t>
      </w:r>
    </w:p>
    <w:p w14:paraId="4BEB763B" w14:textId="2CD2FE89" w:rsidR="00CD3E6B" w:rsidRPr="00BA4532" w:rsidRDefault="002741EA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BA4532">
        <w:t xml:space="preserve">Servisní středisko dodavatele (případně jeho servisního partnera) </w:t>
      </w:r>
      <w:r w:rsidR="00BA4532">
        <w:t xml:space="preserve">– bude doplněno </w:t>
      </w:r>
      <w:r w:rsidR="00402815">
        <w:t>v níže připojené specifikaci</w:t>
      </w:r>
      <w:r w:rsidR="002F4D15">
        <w:t>.</w:t>
      </w:r>
      <w:r w:rsidR="00BA4532">
        <w:t xml:space="preserve"> 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188E3DA8" w14:textId="6777FE97" w:rsidR="002E046A" w:rsidRPr="002E046A" w:rsidRDefault="002E046A" w:rsidP="002E046A">
      <w:pPr>
        <w:pStyle w:val="Odstavecseseznamem"/>
        <w:numPr>
          <w:ilvl w:val="0"/>
          <w:numId w:val="14"/>
        </w:numPr>
        <w:jc w:val="both"/>
        <w:rPr>
          <w:color w:val="00B0F0"/>
          <w:sz w:val="24"/>
          <w:szCs w:val="24"/>
        </w:rPr>
      </w:pPr>
      <w:r w:rsidRPr="002E046A">
        <w:t xml:space="preserve">Dodavatel </w:t>
      </w:r>
      <w:r w:rsidRPr="00E73A03">
        <w:rPr>
          <w:b/>
          <w:bCs/>
        </w:rPr>
        <w:t>doplní v úvodu model (typ) výrobků</w:t>
      </w:r>
    </w:p>
    <w:p w14:paraId="08759328" w14:textId="714B89B2" w:rsidR="00B15A8D" w:rsidRDefault="00984C4A" w:rsidP="002E046A">
      <w:pPr>
        <w:pStyle w:val="Odstavecseseznamem"/>
        <w:numPr>
          <w:ilvl w:val="0"/>
          <w:numId w:val="13"/>
        </w:numPr>
      </w:pPr>
      <w:r>
        <w:t>D</w:t>
      </w:r>
      <w:r w:rsidR="00B15A8D">
        <w:t xml:space="preserve">odavatel </w:t>
      </w:r>
      <w:r w:rsidR="00B15A8D" w:rsidRPr="00E73A03">
        <w:rPr>
          <w:b/>
          <w:bCs/>
        </w:rPr>
        <w:t>uvede u číselných hodnot přesnou hodnotu</w:t>
      </w:r>
      <w:r w:rsidR="00E73A03">
        <w:rPr>
          <w:b/>
          <w:bCs/>
        </w:rPr>
        <w:t xml:space="preserve"> </w:t>
      </w:r>
      <w:r w:rsidR="00E73A03">
        <w:t>myšleno parametry nabízeného modelu)</w:t>
      </w:r>
      <w:r w:rsidR="00B15A8D">
        <w:t xml:space="preserve">, </w:t>
      </w:r>
      <w:r w:rsidR="00B15A8D" w:rsidRPr="00E73A03">
        <w:rPr>
          <w:b/>
          <w:bCs/>
        </w:rPr>
        <w:t>u ostatních údajů</w:t>
      </w:r>
      <w:r w:rsidR="00B15A8D">
        <w:t xml:space="preserve"> </w:t>
      </w:r>
      <w:r w:rsidR="00E73A03">
        <w:t>účastník</w:t>
      </w:r>
      <w:r w:rsidR="00B15A8D">
        <w:t xml:space="preserve"> </w:t>
      </w:r>
      <w:r w:rsidR="00B15A8D" w:rsidRPr="00E73A03">
        <w:rPr>
          <w:b/>
          <w:bCs/>
        </w:rPr>
        <w:t>uvede ANO/NE</w:t>
      </w:r>
      <w:r w:rsidR="00B15A8D">
        <w:t>, zda splňuje / nesplňuje požadavek zadavatele</w:t>
      </w:r>
      <w:r w:rsidR="00B15A8D">
        <w:tab/>
      </w:r>
      <w:r w:rsidR="00B15A8D">
        <w:tab/>
      </w:r>
    </w:p>
    <w:p w14:paraId="14EB3BFF" w14:textId="208EF669" w:rsidR="00EB2B45" w:rsidRPr="002741EA" w:rsidRDefault="00B15A8D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37A700DD" w14:textId="62D1D5BF" w:rsidR="002741EA" w:rsidRPr="00B34153" w:rsidRDefault="002741EA" w:rsidP="00EB2B45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V případě požadavku na více než 1ks u stejného výrobku (viz oddíl 2 Specifikace strojů) musí model (typ) výrobku být totožný pro všechny požadované kusy.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Y="1711"/>
        <w:tblW w:w="9148" w:type="dxa"/>
        <w:tblLook w:val="04A0" w:firstRow="1" w:lastRow="0" w:firstColumn="1" w:lastColumn="0" w:noHBand="0" w:noVBand="1"/>
      </w:tblPr>
      <w:tblGrid>
        <w:gridCol w:w="4880"/>
        <w:gridCol w:w="1777"/>
        <w:gridCol w:w="2491"/>
      </w:tblGrid>
      <w:tr w:rsidR="00C54743" w:rsidRPr="00C54743" w14:paraId="1189CFBA" w14:textId="77777777" w:rsidTr="004D03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002B59"/>
            <w:vAlign w:val="center"/>
            <w:hideMark/>
          </w:tcPr>
          <w:p w14:paraId="38926977" w14:textId="77777777" w:rsidR="00C54743" w:rsidRPr="00E03B54" w:rsidRDefault="003B0071" w:rsidP="00CA4C46">
            <w:pPr>
              <w:rPr>
                <w:rFonts w:ascii="Verdana" w:eastAsia="Times New Roman" w:hAnsi="Verdana" w:cs="Times New Roman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lastRenderedPageBreak/>
              <w:t>Aku – vrtačka s permanentním magnetem</w:t>
            </w:r>
          </w:p>
        </w:tc>
        <w:tc>
          <w:tcPr>
            <w:tcW w:w="1777" w:type="dxa"/>
            <w:shd w:val="clear" w:color="auto" w:fill="002B59"/>
            <w:vAlign w:val="center"/>
            <w:hideMark/>
          </w:tcPr>
          <w:p w14:paraId="63E4CCBA" w14:textId="77777777" w:rsidR="00C54743" w:rsidRPr="00E03B54" w:rsidRDefault="00C54743" w:rsidP="00CA4C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5B8ED4E2" w14:textId="77777777" w:rsidR="00C54743" w:rsidRPr="00E03B54" w:rsidRDefault="00C54743" w:rsidP="00CA4C4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C54743" w:rsidRPr="00C54743" w14:paraId="40E5AED0" w14:textId="77777777" w:rsidTr="00E73A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shd w:val="clear" w:color="auto" w:fill="FF5200"/>
            <w:noWrap/>
            <w:vAlign w:val="center"/>
            <w:hideMark/>
          </w:tcPr>
          <w:p w14:paraId="6EF2BC14" w14:textId="42911E4D" w:rsidR="00C54743" w:rsidRPr="00E03B54" w:rsidRDefault="00C54743" w:rsidP="00CA4C46">
            <w:pP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 w:rsidR="003B0071"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É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 w:rsidR="003B0071"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NÁŘADÍ</w:t>
            </w:r>
            <w:r w:rsidR="00E73A03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(TOVÁRNÍ OZNAČENÍ)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77" w:type="dxa"/>
            <w:shd w:val="clear" w:color="auto" w:fill="auto"/>
            <w:vAlign w:val="center"/>
            <w:hideMark/>
          </w:tcPr>
          <w:p w14:paraId="71263D3B" w14:textId="05333805" w:rsidR="00C54743" w:rsidRPr="00E03B54" w:rsidRDefault="00E73A03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x</w:t>
            </w:r>
            <w:r w:rsidR="00C54743" w:rsidRPr="00E03B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auto"/>
            <w:noWrap/>
            <w:vAlign w:val="center"/>
            <w:hideMark/>
          </w:tcPr>
          <w:p w14:paraId="6307E4E9" w14:textId="3CB28F0F" w:rsidR="00C54743" w:rsidRPr="00E03B54" w:rsidRDefault="00E73A03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r w:rsidRPr="000679B3">
              <w:rPr>
                <w:b/>
                <w:bCs/>
                <w:highlight w:val="yellow"/>
              </w:rPr>
              <w:t>VLOŽÍ PRODÁVAJÍCÍ</w:t>
            </w:r>
            <w:r w:rsidRPr="000679B3">
              <w:rPr>
                <w:b/>
                <w:bCs/>
              </w:rPr>
              <w:t>]"</w:t>
            </w:r>
          </w:p>
        </w:tc>
      </w:tr>
      <w:tr w:rsidR="00C54743" w:rsidRPr="00C54743" w14:paraId="20DA63E5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4670382E" w14:textId="77777777" w:rsidR="00C54743" w:rsidRPr="00582AFA" w:rsidRDefault="00C54743" w:rsidP="00CA4C46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MOTOR</w:t>
            </w:r>
          </w:p>
        </w:tc>
        <w:tc>
          <w:tcPr>
            <w:tcW w:w="1777" w:type="dxa"/>
            <w:noWrap/>
            <w:hideMark/>
          </w:tcPr>
          <w:p w14:paraId="5A2815A6" w14:textId="77777777" w:rsidR="00C54743" w:rsidRPr="00582AFA" w:rsidRDefault="00C54743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noWrap/>
            <w:hideMark/>
          </w:tcPr>
          <w:p w14:paraId="4ED37272" w14:textId="77777777" w:rsidR="00C54743" w:rsidRPr="00582AFA" w:rsidRDefault="00C54743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E73A03" w:rsidRPr="00C54743" w14:paraId="5A5AAA08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753711EB" w14:textId="50F2B128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Elektro bez uhlíků</w:t>
            </w:r>
          </w:p>
        </w:tc>
        <w:tc>
          <w:tcPr>
            <w:tcW w:w="1777" w:type="dxa"/>
            <w:noWrap/>
            <w:hideMark/>
          </w:tcPr>
          <w:p w14:paraId="5CB75A62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01133EBE" w14:textId="5536759E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F85D23">
              <w:t>"[</w:t>
            </w:r>
            <w:r w:rsidRPr="00F85D23">
              <w:rPr>
                <w:highlight w:val="yellow"/>
              </w:rPr>
              <w:t>VLOŽÍ</w:t>
            </w:r>
            <w:r w:rsidRPr="00F85D23">
              <w:rPr>
                <w:b/>
                <w:bCs/>
                <w:highlight w:val="yellow"/>
              </w:rPr>
              <w:t xml:space="preserve"> </w:t>
            </w:r>
            <w:r w:rsidRPr="00F85D23">
              <w:rPr>
                <w:highlight w:val="yellow"/>
              </w:rPr>
              <w:t>PRODÁVAJÍCÍ</w:t>
            </w:r>
            <w:r w:rsidRPr="00F85D23">
              <w:t>]"</w:t>
            </w:r>
          </w:p>
        </w:tc>
      </w:tr>
      <w:tr w:rsidR="00E73A03" w:rsidRPr="00C54743" w14:paraId="6D47C1C5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6339D8C9" w14:textId="28C38BF8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Otáčky 2 rychlostní převodovky bez zatížení </w:t>
            </w:r>
          </w:p>
        </w:tc>
        <w:tc>
          <w:tcPr>
            <w:tcW w:w="1777" w:type="dxa"/>
            <w:noWrap/>
            <w:hideMark/>
          </w:tcPr>
          <w:p w14:paraId="3D3E8132" w14:textId="08EAA4EC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390-410/680-700 ot/min</w:t>
            </w:r>
          </w:p>
        </w:tc>
        <w:tc>
          <w:tcPr>
            <w:tcW w:w="2491" w:type="dxa"/>
            <w:noWrap/>
            <w:hideMark/>
          </w:tcPr>
          <w:p w14:paraId="21EF1D67" w14:textId="254B1221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F85D23">
              <w:t>"[</w:t>
            </w:r>
            <w:r w:rsidRPr="00F85D23">
              <w:rPr>
                <w:highlight w:val="yellow"/>
              </w:rPr>
              <w:t>VLOŽÍ</w:t>
            </w:r>
            <w:r w:rsidRPr="00F85D23">
              <w:rPr>
                <w:b/>
                <w:bCs/>
                <w:highlight w:val="yellow"/>
              </w:rPr>
              <w:t xml:space="preserve"> </w:t>
            </w:r>
            <w:r w:rsidRPr="00F85D23">
              <w:rPr>
                <w:highlight w:val="yellow"/>
              </w:rPr>
              <w:t>PRODÁVAJÍCÍ</w:t>
            </w:r>
            <w:r w:rsidRPr="00F85D23">
              <w:t>]"</w:t>
            </w:r>
          </w:p>
        </w:tc>
      </w:tr>
      <w:tr w:rsidR="00C54743" w:rsidRPr="00C54743" w14:paraId="0126230F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74E19C19" w14:textId="226F4ADC" w:rsidR="00C54743" w:rsidRPr="00582AFA" w:rsidRDefault="003B0071" w:rsidP="00CA4C46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lang w:eastAsia="cs-CZ"/>
              </w:rPr>
              <w:t>PARAMETRY</w:t>
            </w:r>
          </w:p>
        </w:tc>
        <w:tc>
          <w:tcPr>
            <w:tcW w:w="1777" w:type="dxa"/>
            <w:noWrap/>
            <w:hideMark/>
          </w:tcPr>
          <w:p w14:paraId="0E2E5CE7" w14:textId="77777777" w:rsidR="00C54743" w:rsidRPr="00582AFA" w:rsidRDefault="00C54743" w:rsidP="00CA4C4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noWrap/>
            <w:hideMark/>
          </w:tcPr>
          <w:p w14:paraId="23AEBA19" w14:textId="77777777" w:rsidR="00C54743" w:rsidRPr="00582AFA" w:rsidRDefault="00C54743" w:rsidP="009D4B1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E73A03" w:rsidRPr="00C54743" w14:paraId="290333D0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2F1B9EFD" w14:textId="427B5998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Napětí 18V</w:t>
            </w:r>
          </w:p>
        </w:tc>
        <w:tc>
          <w:tcPr>
            <w:tcW w:w="1777" w:type="dxa"/>
            <w:noWrap/>
            <w:hideMark/>
          </w:tcPr>
          <w:p w14:paraId="51AF0DA7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3AB986C" w14:textId="6C46B331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0BF5">
              <w:t>"[</w:t>
            </w:r>
            <w:r w:rsidRPr="00B40BF5">
              <w:rPr>
                <w:highlight w:val="yellow"/>
              </w:rPr>
              <w:t>VLOŽÍ</w:t>
            </w:r>
            <w:r w:rsidRPr="00B40BF5">
              <w:rPr>
                <w:b/>
                <w:bCs/>
                <w:highlight w:val="yellow"/>
              </w:rPr>
              <w:t xml:space="preserve"> </w:t>
            </w:r>
            <w:r w:rsidRPr="00B40BF5">
              <w:rPr>
                <w:highlight w:val="yellow"/>
              </w:rPr>
              <w:t>PRODÁVAJÍCÍ</w:t>
            </w:r>
            <w:r w:rsidRPr="00B40BF5">
              <w:t>]"</w:t>
            </w:r>
          </w:p>
        </w:tc>
      </w:tr>
      <w:tr w:rsidR="00E73A03" w:rsidRPr="00C54743" w14:paraId="49D62BE6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hideMark/>
          </w:tcPr>
          <w:p w14:paraId="7AE77E76" w14:textId="5CC069DC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Magnetická přítlačná síla</w:t>
            </w:r>
          </w:p>
        </w:tc>
        <w:tc>
          <w:tcPr>
            <w:tcW w:w="1777" w:type="dxa"/>
            <w:noWrap/>
            <w:hideMark/>
          </w:tcPr>
          <w:p w14:paraId="1DEB7526" w14:textId="1A10519A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min. 8,8kN</w:t>
            </w:r>
          </w:p>
        </w:tc>
        <w:tc>
          <w:tcPr>
            <w:tcW w:w="2491" w:type="dxa"/>
            <w:noWrap/>
            <w:hideMark/>
          </w:tcPr>
          <w:p w14:paraId="6CF9E514" w14:textId="6F55440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0BF5">
              <w:t>"[</w:t>
            </w:r>
            <w:r w:rsidRPr="00B40BF5">
              <w:rPr>
                <w:highlight w:val="yellow"/>
              </w:rPr>
              <w:t>VLOŽÍ</w:t>
            </w:r>
            <w:r w:rsidRPr="00B40BF5">
              <w:rPr>
                <w:b/>
                <w:bCs/>
                <w:highlight w:val="yellow"/>
              </w:rPr>
              <w:t xml:space="preserve"> </w:t>
            </w:r>
            <w:r w:rsidRPr="00B40BF5">
              <w:rPr>
                <w:highlight w:val="yellow"/>
              </w:rPr>
              <w:t>PRODÁVAJÍCÍ</w:t>
            </w:r>
            <w:r w:rsidRPr="00B40BF5">
              <w:t>]"</w:t>
            </w:r>
          </w:p>
        </w:tc>
      </w:tr>
      <w:tr w:rsidR="00E73A03" w:rsidRPr="00C54743" w14:paraId="12F77791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385EE54E" w14:textId="7CD22A02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hAnsi="Verdana"/>
                <w:b w:val="0"/>
              </w:rPr>
              <w:t>Hmotnost bez baterie</w:t>
            </w:r>
          </w:p>
        </w:tc>
        <w:tc>
          <w:tcPr>
            <w:tcW w:w="1777" w:type="dxa"/>
            <w:noWrap/>
          </w:tcPr>
          <w:p w14:paraId="2B8FB781" w14:textId="25A29A05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hAnsi="Verdana"/>
              </w:rPr>
              <w:t>max. 13,5 kg</w:t>
            </w:r>
          </w:p>
        </w:tc>
        <w:tc>
          <w:tcPr>
            <w:tcW w:w="2491" w:type="dxa"/>
            <w:noWrap/>
            <w:hideMark/>
          </w:tcPr>
          <w:p w14:paraId="437FA55B" w14:textId="351FA9AB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0BF5">
              <w:t>"[</w:t>
            </w:r>
            <w:r w:rsidRPr="00B40BF5">
              <w:rPr>
                <w:highlight w:val="yellow"/>
              </w:rPr>
              <w:t>VLOŽÍ</w:t>
            </w:r>
            <w:r w:rsidRPr="00B40BF5">
              <w:rPr>
                <w:b/>
                <w:bCs/>
                <w:highlight w:val="yellow"/>
              </w:rPr>
              <w:t xml:space="preserve"> </w:t>
            </w:r>
            <w:r w:rsidRPr="00B40BF5">
              <w:rPr>
                <w:highlight w:val="yellow"/>
              </w:rPr>
              <w:t>PRODÁVAJÍCÍ</w:t>
            </w:r>
            <w:r w:rsidRPr="00B40BF5">
              <w:t>]"</w:t>
            </w:r>
          </w:p>
        </w:tc>
      </w:tr>
      <w:tr w:rsidR="00E73A03" w:rsidRPr="00C54743" w14:paraId="40591826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3AB2B18B" w14:textId="51B7F76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Aku baterie - typ Li-ion</w:t>
            </w:r>
          </w:p>
        </w:tc>
        <w:tc>
          <w:tcPr>
            <w:tcW w:w="1777" w:type="dxa"/>
            <w:noWrap/>
            <w:hideMark/>
          </w:tcPr>
          <w:p w14:paraId="7452005A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08E47B41" w14:textId="1ABCD8F8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0BF5">
              <w:t>"[</w:t>
            </w:r>
            <w:r w:rsidRPr="00B40BF5">
              <w:rPr>
                <w:highlight w:val="yellow"/>
              </w:rPr>
              <w:t>VLOŽÍ</w:t>
            </w:r>
            <w:r w:rsidRPr="00B40BF5">
              <w:rPr>
                <w:b/>
                <w:bCs/>
                <w:highlight w:val="yellow"/>
              </w:rPr>
              <w:t xml:space="preserve"> </w:t>
            </w:r>
            <w:r w:rsidRPr="00B40BF5">
              <w:rPr>
                <w:highlight w:val="yellow"/>
              </w:rPr>
              <w:t>PRODÁVAJÍCÍ</w:t>
            </w:r>
            <w:r w:rsidRPr="00B40BF5">
              <w:t>]"</w:t>
            </w:r>
          </w:p>
        </w:tc>
      </w:tr>
      <w:tr w:rsidR="00E73A03" w:rsidRPr="00C54743" w14:paraId="4F40660A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41194C95" w14:textId="2F4FB1FC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Beznástrojová upínací hlava 19 mm</w:t>
            </w:r>
          </w:p>
        </w:tc>
        <w:tc>
          <w:tcPr>
            <w:tcW w:w="1777" w:type="dxa"/>
            <w:noWrap/>
          </w:tcPr>
          <w:p w14:paraId="029BB72A" w14:textId="14407B5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2ACE813A" w14:textId="59DC5F62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0BF5">
              <w:t>"[</w:t>
            </w:r>
            <w:r w:rsidRPr="00B40BF5">
              <w:rPr>
                <w:highlight w:val="yellow"/>
              </w:rPr>
              <w:t>VLOŽÍ</w:t>
            </w:r>
            <w:r w:rsidRPr="00B40BF5">
              <w:rPr>
                <w:b/>
                <w:bCs/>
                <w:highlight w:val="yellow"/>
              </w:rPr>
              <w:t xml:space="preserve"> </w:t>
            </w:r>
            <w:r w:rsidRPr="00B40BF5">
              <w:rPr>
                <w:highlight w:val="yellow"/>
              </w:rPr>
              <w:t>PRODÁVAJÍCÍ</w:t>
            </w:r>
            <w:r w:rsidRPr="00B40BF5">
              <w:t>]"</w:t>
            </w:r>
          </w:p>
        </w:tc>
      </w:tr>
      <w:tr w:rsidR="00E73A03" w:rsidRPr="00C54743" w14:paraId="73B33451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0FB9DA38" w14:textId="2A81C7E5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Max. průměr vrtání s korunkou 38mm</w:t>
            </w:r>
          </w:p>
        </w:tc>
        <w:tc>
          <w:tcPr>
            <w:tcW w:w="1777" w:type="dxa"/>
            <w:noWrap/>
          </w:tcPr>
          <w:p w14:paraId="67F54A1E" w14:textId="16B9CA79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8294E72" w14:textId="764422C4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0BF5">
              <w:t>"[</w:t>
            </w:r>
            <w:r w:rsidRPr="00B40BF5">
              <w:rPr>
                <w:highlight w:val="yellow"/>
              </w:rPr>
              <w:t>VLOŽÍ</w:t>
            </w:r>
            <w:r w:rsidRPr="00B40BF5">
              <w:rPr>
                <w:b/>
                <w:bCs/>
                <w:highlight w:val="yellow"/>
              </w:rPr>
              <w:t xml:space="preserve"> </w:t>
            </w:r>
            <w:r w:rsidRPr="00B40BF5">
              <w:rPr>
                <w:highlight w:val="yellow"/>
              </w:rPr>
              <w:t>PRODÁVAJÍCÍ</w:t>
            </w:r>
            <w:r w:rsidRPr="00B40BF5">
              <w:t>]"</w:t>
            </w:r>
          </w:p>
        </w:tc>
      </w:tr>
      <w:tr w:rsidR="00E73A03" w:rsidRPr="00C54743" w14:paraId="1301C66E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3D5C0BDD" w14:textId="56E904AB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Oboustranný spínač</w:t>
            </w:r>
          </w:p>
        </w:tc>
        <w:tc>
          <w:tcPr>
            <w:tcW w:w="1777" w:type="dxa"/>
            <w:noWrap/>
          </w:tcPr>
          <w:p w14:paraId="0F3FFFBF" w14:textId="45CD20F0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2542E96D" w14:textId="2EF6B62F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0BF5">
              <w:t>"[</w:t>
            </w:r>
            <w:r w:rsidRPr="00B40BF5">
              <w:rPr>
                <w:highlight w:val="yellow"/>
              </w:rPr>
              <w:t>VLOŽÍ</w:t>
            </w:r>
            <w:r w:rsidRPr="00B40BF5">
              <w:rPr>
                <w:b/>
                <w:bCs/>
                <w:highlight w:val="yellow"/>
              </w:rPr>
              <w:t xml:space="preserve"> </w:t>
            </w:r>
            <w:r w:rsidRPr="00B40BF5">
              <w:rPr>
                <w:highlight w:val="yellow"/>
              </w:rPr>
              <w:t>PRODÁVAJÍCÍ</w:t>
            </w:r>
            <w:r w:rsidRPr="00B40BF5">
              <w:t>]"</w:t>
            </w:r>
          </w:p>
        </w:tc>
      </w:tr>
      <w:tr w:rsidR="00E73A03" w:rsidRPr="00C54743" w14:paraId="3D2EDE5F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3CEAFD83" w14:textId="3019C108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Kompatibilita s adaptérem pro uchycení na kolejnici</w:t>
            </w:r>
          </w:p>
        </w:tc>
        <w:tc>
          <w:tcPr>
            <w:tcW w:w="1777" w:type="dxa"/>
            <w:noWrap/>
          </w:tcPr>
          <w:p w14:paraId="1E0C6E9F" w14:textId="2E895446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5DFC900B" w14:textId="49B80204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B40BF5">
              <w:t>"[</w:t>
            </w:r>
            <w:r w:rsidRPr="00B40BF5">
              <w:rPr>
                <w:highlight w:val="yellow"/>
              </w:rPr>
              <w:t>VLOŽÍ</w:t>
            </w:r>
            <w:r w:rsidRPr="00B40BF5">
              <w:rPr>
                <w:b/>
                <w:bCs/>
                <w:highlight w:val="yellow"/>
              </w:rPr>
              <w:t xml:space="preserve"> </w:t>
            </w:r>
            <w:r w:rsidRPr="00B40BF5">
              <w:rPr>
                <w:highlight w:val="yellow"/>
              </w:rPr>
              <w:t>PRODÁVAJÍCÍ</w:t>
            </w:r>
            <w:r w:rsidRPr="00B40BF5">
              <w:t>]"</w:t>
            </w:r>
          </w:p>
        </w:tc>
      </w:tr>
      <w:tr w:rsidR="005866EC" w:rsidRPr="00C54743" w14:paraId="218F589F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hideMark/>
          </w:tcPr>
          <w:p w14:paraId="7CB462C0" w14:textId="77777777" w:rsidR="005866EC" w:rsidRPr="00582AFA" w:rsidRDefault="005866EC" w:rsidP="00CA4C46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lang w:eastAsia="cs-CZ"/>
              </w:rPr>
              <w:t>VYBAVENÍ, BEZPEČNOST, KOMFORT OBSLUHY</w:t>
            </w:r>
          </w:p>
        </w:tc>
        <w:tc>
          <w:tcPr>
            <w:tcW w:w="1777" w:type="dxa"/>
            <w:noWrap/>
            <w:hideMark/>
          </w:tcPr>
          <w:p w14:paraId="2F3D6892" w14:textId="77777777" w:rsidR="005866EC" w:rsidRPr="00582AFA" w:rsidRDefault="005866EC" w:rsidP="00CA4C4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noWrap/>
            <w:hideMark/>
          </w:tcPr>
          <w:p w14:paraId="61E17697" w14:textId="77777777" w:rsidR="005866EC" w:rsidRPr="00582AFA" w:rsidRDefault="005866EC" w:rsidP="009D4B1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E73A03" w:rsidRPr="00C54743" w14:paraId="4BAA7EA6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13479678" w14:textId="039DB2CD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Detekce nadměrného otočení</w:t>
            </w:r>
          </w:p>
        </w:tc>
        <w:tc>
          <w:tcPr>
            <w:tcW w:w="1777" w:type="dxa"/>
            <w:noWrap/>
            <w:hideMark/>
          </w:tcPr>
          <w:p w14:paraId="3C6430BE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6AAEB6DF" w14:textId="20FD420F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478CD692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66C986E3" w14:textId="5BD57D7D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Systém ochrany proti přetížení</w:t>
            </w:r>
          </w:p>
        </w:tc>
        <w:tc>
          <w:tcPr>
            <w:tcW w:w="1777" w:type="dxa"/>
            <w:noWrap/>
            <w:hideMark/>
          </w:tcPr>
          <w:p w14:paraId="5C489179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6701B515" w14:textId="2EDBEC6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5A05F222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0110871E" w14:textId="683F0768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Náhradní baterie 18V - min. 5,0Ah</w:t>
            </w:r>
          </w:p>
        </w:tc>
        <w:tc>
          <w:tcPr>
            <w:tcW w:w="1777" w:type="dxa"/>
            <w:noWrap/>
            <w:hideMark/>
          </w:tcPr>
          <w:p w14:paraId="721C48D6" w14:textId="0E52AD59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2</w:t>
            </w:r>
            <w:r w:rsidRPr="009D4B1C">
              <w:rPr>
                <w:rFonts w:ascii="Verdana" w:eastAsia="Times New Roman" w:hAnsi="Verdana" w:cs="Times New Roman"/>
                <w:b/>
                <w:lang w:eastAsia="cs-CZ"/>
              </w:rPr>
              <w:t>ks</w:t>
            </w:r>
            <w:r w:rsidRPr="009D4B1C">
              <w:rPr>
                <w:rFonts w:ascii="Verdana" w:eastAsia="Times New Roman" w:hAnsi="Verdana" w:cs="Times New Roman"/>
                <w:lang w:eastAsia="cs-CZ"/>
              </w:rPr>
              <w:t xml:space="preserve"> ANO</w:t>
            </w:r>
          </w:p>
        </w:tc>
        <w:tc>
          <w:tcPr>
            <w:tcW w:w="2491" w:type="dxa"/>
            <w:noWrap/>
            <w:hideMark/>
          </w:tcPr>
          <w:p w14:paraId="422329C3" w14:textId="4608F2AD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7C7B0BB1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01708EE0" w14:textId="79B1B74B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Rychlonabíječka 12-18V</w:t>
            </w:r>
          </w:p>
        </w:tc>
        <w:tc>
          <w:tcPr>
            <w:tcW w:w="1777" w:type="dxa"/>
            <w:noWrap/>
          </w:tcPr>
          <w:p w14:paraId="5625E2F1" w14:textId="5EFDB322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068020E8" w14:textId="6052A6B8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381C4473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  <w:hideMark/>
          </w:tcPr>
          <w:p w14:paraId="3126E974" w14:textId="681CB67C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Ukazatel stavu nabití a LED světlo</w:t>
            </w:r>
          </w:p>
        </w:tc>
        <w:tc>
          <w:tcPr>
            <w:tcW w:w="1777" w:type="dxa"/>
            <w:noWrap/>
            <w:hideMark/>
          </w:tcPr>
          <w:p w14:paraId="3CD6DE95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1A25D2FF" w14:textId="5DD2D2CF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3769EBD1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noWrap/>
          </w:tcPr>
          <w:p w14:paraId="2F7AB204" w14:textId="5FF9E411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Vestavěná magnetická nádržka maziva</w:t>
            </w:r>
          </w:p>
        </w:tc>
        <w:tc>
          <w:tcPr>
            <w:tcW w:w="1777" w:type="dxa"/>
            <w:noWrap/>
            <w:hideMark/>
          </w:tcPr>
          <w:p w14:paraId="110C0CD0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1654345F" w14:textId="7BEE339A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63F39275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75887974" w14:textId="55DEDF73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Rukojeť demontovatelná</w:t>
            </w:r>
          </w:p>
        </w:tc>
        <w:tc>
          <w:tcPr>
            <w:tcW w:w="1777" w:type="dxa"/>
            <w:noWrap/>
            <w:hideMark/>
          </w:tcPr>
          <w:p w14:paraId="0FA850C1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  <w:hideMark/>
          </w:tcPr>
          <w:p w14:paraId="472EA819" w14:textId="7C3E8411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68F2901D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4656561B" w14:textId="0026E8DC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Kovový adaptér pro uchycení na standartní druhy kolejnic</w:t>
            </w:r>
          </w:p>
        </w:tc>
        <w:tc>
          <w:tcPr>
            <w:tcW w:w="1777" w:type="dxa"/>
            <w:noWrap/>
          </w:tcPr>
          <w:p w14:paraId="79322A9D" w14:textId="646F03CA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1499BCF4" w14:textId="055D7A63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58D12049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4B48F2E0" w14:textId="10072ECE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sklíčidlo pro vrtání standartními vrtáky 1-13mm</w:t>
            </w:r>
          </w:p>
        </w:tc>
        <w:tc>
          <w:tcPr>
            <w:tcW w:w="1777" w:type="dxa"/>
            <w:noWrap/>
          </w:tcPr>
          <w:p w14:paraId="489A683F" w14:textId="14608541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669E0FCD" w14:textId="6E2CE554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1C3AFD5C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5190A102" w14:textId="02B9ACCA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Prodloužení 100mm, Universal 19mm / 3/4′</w:t>
            </w:r>
          </w:p>
        </w:tc>
        <w:tc>
          <w:tcPr>
            <w:tcW w:w="1777" w:type="dxa"/>
            <w:noWrap/>
          </w:tcPr>
          <w:p w14:paraId="347DB4F3" w14:textId="743155B6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5593A558" w14:textId="4B66BEA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21314572" w14:textId="77777777" w:rsidTr="004D03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59BE899F" w14:textId="12878F81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Středící jehla 7,98×6,34×5,30x178mm – balení 2 ks</w:t>
            </w:r>
          </w:p>
        </w:tc>
        <w:tc>
          <w:tcPr>
            <w:tcW w:w="1777" w:type="dxa"/>
            <w:noWrap/>
          </w:tcPr>
          <w:p w14:paraId="7DB26D5A" w14:textId="58001A0D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411A18AC" w14:textId="3FACDF50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E73A03" w:rsidRPr="00C54743" w14:paraId="1EEFB782" w14:textId="77777777" w:rsidTr="004D036E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</w:tcPr>
          <w:p w14:paraId="6916302B" w14:textId="349CDBC9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Záruka min. 36 měsíců</w:t>
            </w:r>
          </w:p>
        </w:tc>
        <w:tc>
          <w:tcPr>
            <w:tcW w:w="1777" w:type="dxa"/>
            <w:noWrap/>
          </w:tcPr>
          <w:p w14:paraId="1342DBAF" w14:textId="3BD522CD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2491" w:type="dxa"/>
            <w:noWrap/>
          </w:tcPr>
          <w:p w14:paraId="06F277EF" w14:textId="65FFE750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</w:tc>
      </w:tr>
      <w:tr w:rsidR="00402815" w:rsidRPr="00C54743" w14:paraId="1B89C0C5" w14:textId="77777777" w:rsidTr="003A68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vAlign w:val="center"/>
          </w:tcPr>
          <w:p w14:paraId="2ABE7B82" w14:textId="5D3A3F23" w:rsidR="00402815" w:rsidRPr="00402815" w:rsidRDefault="00402815" w:rsidP="00402815">
            <w:pPr>
              <w:rPr>
                <w:rFonts w:ascii="Verdana" w:eastAsia="Times New Roman" w:hAnsi="Verdana" w:cs="Times New Roman"/>
                <w:b w:val="0"/>
                <w:bCs w:val="0"/>
                <w:color w:val="000000"/>
                <w:lang w:eastAsia="cs-CZ"/>
              </w:rPr>
            </w:pPr>
            <w:r w:rsidRPr="00402815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Servisní středisko </w:t>
            </w:r>
            <w:r w:rsidRPr="00402815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dodavatele</w:t>
            </w:r>
          </w:p>
        </w:tc>
        <w:tc>
          <w:tcPr>
            <w:tcW w:w="1777" w:type="dxa"/>
            <w:noWrap/>
            <w:vAlign w:val="center"/>
          </w:tcPr>
          <w:p w14:paraId="6894FEE5" w14:textId="3BE97C9F" w:rsidR="00402815" w:rsidRP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2491" w:type="dxa"/>
            <w:noWrap/>
          </w:tcPr>
          <w:p w14:paraId="50811B91" w14:textId="77777777" w:rsid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4D8A669" w14:textId="12328BAA" w:rsidR="00402815" w:rsidRDefault="00402815" w:rsidP="004028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Adresa servisu:</w:t>
            </w:r>
          </w:p>
          <w:p w14:paraId="0A7E0D33" w14:textId="77777777" w:rsid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18E8FDD" w14:textId="77777777" w:rsid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  <w:p w14:paraId="6AC4D1F3" w14:textId="77777777" w:rsid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7037AC6" w14:textId="30C64C57" w:rsidR="00402815" w:rsidRP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764C607" w14:textId="5A428460" w:rsidR="00EB2B45" w:rsidRDefault="00EB2B45" w:rsidP="00EB2B45">
      <w:pPr>
        <w:jc w:val="both"/>
        <w:rPr>
          <w:b/>
        </w:rPr>
      </w:pPr>
    </w:p>
    <w:p w14:paraId="44DD319D" w14:textId="77777777" w:rsidR="004D2143" w:rsidRDefault="004D2143" w:rsidP="00EB2B45">
      <w:pPr>
        <w:jc w:val="both"/>
        <w:rPr>
          <w:b/>
        </w:rPr>
      </w:pPr>
    </w:p>
    <w:p w14:paraId="6A5C723E" w14:textId="2B1E20A7" w:rsidR="00984503" w:rsidRDefault="00984503" w:rsidP="00EB2B45">
      <w:pPr>
        <w:jc w:val="both"/>
        <w:rPr>
          <w:b/>
        </w:rPr>
      </w:pPr>
    </w:p>
    <w:p w14:paraId="3DD76229" w14:textId="187D77CE" w:rsidR="00984503" w:rsidRDefault="00984503" w:rsidP="00EB2B45">
      <w:pPr>
        <w:jc w:val="both"/>
        <w:rPr>
          <w:b/>
        </w:rPr>
      </w:pPr>
    </w:p>
    <w:p w14:paraId="2069E6A4" w14:textId="19C1DC06" w:rsidR="00324295" w:rsidRDefault="00324295" w:rsidP="00EB2B45">
      <w:pPr>
        <w:jc w:val="both"/>
        <w:rPr>
          <w:b/>
        </w:rPr>
      </w:pPr>
    </w:p>
    <w:p w14:paraId="3D229FBB" w14:textId="77777777" w:rsidR="00324295" w:rsidRDefault="00324295" w:rsidP="00EB2B45">
      <w:pPr>
        <w:jc w:val="both"/>
        <w:rPr>
          <w:b/>
        </w:rPr>
      </w:pPr>
    </w:p>
    <w:p w14:paraId="15C3C2D8" w14:textId="166E468E" w:rsidR="00984503" w:rsidRDefault="00984503" w:rsidP="00EB2B45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p w14:paraId="7F10409A" w14:textId="46FAD610" w:rsidR="00B34153" w:rsidRDefault="00B34153" w:rsidP="00EB2B45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Y="1594"/>
        <w:tblW w:w="9202" w:type="dxa"/>
        <w:tblLook w:val="04A0" w:firstRow="1" w:lastRow="0" w:firstColumn="1" w:lastColumn="0" w:noHBand="0" w:noVBand="1"/>
      </w:tblPr>
      <w:tblGrid>
        <w:gridCol w:w="4335"/>
        <w:gridCol w:w="1777"/>
        <w:gridCol w:w="3090"/>
      </w:tblGrid>
      <w:tr w:rsidR="004D036E" w:rsidRPr="00C54743" w14:paraId="29BD6C0D" w14:textId="77777777" w:rsidTr="0040281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shd w:val="clear" w:color="auto" w:fill="002B59"/>
            <w:vAlign w:val="center"/>
            <w:hideMark/>
          </w:tcPr>
          <w:p w14:paraId="780D390B" w14:textId="77777777" w:rsidR="004D036E" w:rsidRPr="00E03B54" w:rsidRDefault="004D036E" w:rsidP="004D036E">
            <w:pPr>
              <w:rPr>
                <w:rFonts w:ascii="Verdana" w:eastAsia="Times New Roman" w:hAnsi="Verdana" w:cs="Times New Roman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3B6BBD">
              <w:rPr>
                <w:rFonts w:ascii="Verdana" w:eastAsia="Times New Roman" w:hAnsi="Verdana" w:cs="Times New Roman"/>
                <w:caps/>
                <w:color w:val="FFFFFF"/>
                <w:sz w:val="20"/>
                <w:szCs w:val="20"/>
                <w:lang w:eastAsia="cs-CZ"/>
              </w:rPr>
              <w:t>Aku – rozbrušovací pila</w:t>
            </w:r>
          </w:p>
        </w:tc>
        <w:tc>
          <w:tcPr>
            <w:tcW w:w="1775" w:type="dxa"/>
            <w:shd w:val="clear" w:color="auto" w:fill="002B59"/>
            <w:vAlign w:val="center"/>
            <w:hideMark/>
          </w:tcPr>
          <w:p w14:paraId="2E524E16" w14:textId="77777777" w:rsidR="004D036E" w:rsidRPr="00E03B54" w:rsidRDefault="004D036E" w:rsidP="004D0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</w:p>
        </w:tc>
        <w:tc>
          <w:tcPr>
            <w:tcW w:w="3091" w:type="dxa"/>
            <w:shd w:val="clear" w:color="auto" w:fill="002B59"/>
            <w:vAlign w:val="center"/>
            <w:hideMark/>
          </w:tcPr>
          <w:p w14:paraId="268A7BD5" w14:textId="77777777" w:rsidR="004D036E" w:rsidRPr="00E03B54" w:rsidRDefault="004D036E" w:rsidP="004D036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PARAMETRY NABÍZENÉHO STROJE (uveďte HODNOTY, případně ANO / NE)</w:t>
            </w:r>
          </w:p>
        </w:tc>
      </w:tr>
      <w:tr w:rsidR="00E73A03" w:rsidRPr="00C54743" w14:paraId="7E470531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shd w:val="clear" w:color="auto" w:fill="FF5200"/>
            <w:noWrap/>
            <w:vAlign w:val="center"/>
            <w:hideMark/>
          </w:tcPr>
          <w:p w14:paraId="62E7081C" w14:textId="3316D9F9" w:rsidR="004D036E" w:rsidRPr="00E03B54" w:rsidRDefault="004D036E" w:rsidP="004D036E">
            <w:pP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NABÍZENÉ NÁŘADÍ</w:t>
            </w:r>
            <w:r w:rsidR="00E73A03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(TOVÁRNÍ OZNAČENÍ)</w:t>
            </w:r>
            <w:r w:rsidR="00E73A03"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775" w:type="dxa"/>
            <w:shd w:val="clear" w:color="auto" w:fill="auto"/>
            <w:vAlign w:val="center"/>
            <w:hideMark/>
          </w:tcPr>
          <w:p w14:paraId="542F0EC2" w14:textId="77777777" w:rsidR="004D036E" w:rsidRPr="00E03B54" w:rsidRDefault="004D036E" w:rsidP="004D03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E03B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3091" w:type="dxa"/>
            <w:shd w:val="clear" w:color="auto" w:fill="auto"/>
            <w:noWrap/>
            <w:vAlign w:val="center"/>
            <w:hideMark/>
          </w:tcPr>
          <w:p w14:paraId="2C561A98" w14:textId="57311233" w:rsidR="004D036E" w:rsidRPr="00E03B54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0679B3">
              <w:rPr>
                <w:b/>
                <w:bCs/>
              </w:rPr>
              <w:t>"[</w:t>
            </w:r>
            <w:r w:rsidRPr="000679B3">
              <w:rPr>
                <w:b/>
                <w:bCs/>
                <w:highlight w:val="yellow"/>
              </w:rPr>
              <w:t>VLOŽÍ</w:t>
            </w:r>
            <w:r>
              <w:rPr>
                <w:b/>
                <w:bCs/>
                <w:highlight w:val="yellow"/>
              </w:rPr>
              <w:t xml:space="preserve"> PR</w:t>
            </w:r>
            <w:r w:rsidRPr="000679B3">
              <w:rPr>
                <w:b/>
                <w:bCs/>
                <w:highlight w:val="yellow"/>
              </w:rPr>
              <w:t>ODÁVAJÍCÍ</w:t>
            </w:r>
            <w:r w:rsidRPr="000679B3">
              <w:rPr>
                <w:b/>
                <w:bCs/>
              </w:rPr>
              <w:t>]"</w:t>
            </w:r>
            <w:r w:rsidR="004D036E" w:rsidRPr="00E03B54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_</w:t>
            </w:r>
          </w:p>
        </w:tc>
      </w:tr>
      <w:tr w:rsidR="004D036E" w:rsidRPr="00C54743" w14:paraId="4670AD92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059F300D" w14:textId="77777777" w:rsidR="004D036E" w:rsidRPr="00582AFA" w:rsidRDefault="004D036E" w:rsidP="004D036E">
            <w:pPr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color w:val="000000"/>
                <w:lang w:eastAsia="cs-CZ"/>
              </w:rPr>
              <w:t>MOTOR</w:t>
            </w:r>
          </w:p>
        </w:tc>
        <w:tc>
          <w:tcPr>
            <w:tcW w:w="1775" w:type="dxa"/>
            <w:noWrap/>
            <w:hideMark/>
          </w:tcPr>
          <w:p w14:paraId="470310F4" w14:textId="77777777" w:rsidR="004D036E" w:rsidRPr="00582AFA" w:rsidRDefault="004D036E" w:rsidP="004D03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091" w:type="dxa"/>
            <w:noWrap/>
            <w:hideMark/>
          </w:tcPr>
          <w:p w14:paraId="5BAE3D40" w14:textId="77777777" w:rsidR="004D036E" w:rsidRPr="00582AFA" w:rsidRDefault="004D036E" w:rsidP="004D03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E73A03" w:rsidRPr="00C54743" w14:paraId="21FEF849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6BBF9466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Elektro bez uhlíků</w:t>
            </w:r>
          </w:p>
        </w:tc>
        <w:tc>
          <w:tcPr>
            <w:tcW w:w="1775" w:type="dxa"/>
            <w:noWrap/>
            <w:hideMark/>
          </w:tcPr>
          <w:p w14:paraId="2FAD0F82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  <w:hideMark/>
          </w:tcPr>
          <w:p w14:paraId="1D38AAD9" w14:textId="08985D51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2951B7">
              <w:t>"[</w:t>
            </w:r>
            <w:r w:rsidRPr="002951B7">
              <w:rPr>
                <w:highlight w:val="yellow"/>
              </w:rPr>
              <w:t>VLOŽÍ</w:t>
            </w:r>
            <w:r w:rsidRPr="002951B7">
              <w:rPr>
                <w:b/>
                <w:bCs/>
                <w:highlight w:val="yellow"/>
              </w:rPr>
              <w:t xml:space="preserve"> </w:t>
            </w:r>
            <w:r w:rsidRPr="002951B7">
              <w:rPr>
                <w:highlight w:val="yellow"/>
              </w:rPr>
              <w:t>PRODÁVAJÍCÍ</w:t>
            </w:r>
            <w:r w:rsidRPr="002951B7">
              <w:t>]"</w:t>
            </w:r>
          </w:p>
        </w:tc>
      </w:tr>
      <w:tr w:rsidR="00E73A03" w:rsidRPr="00C54743" w14:paraId="1E9DBB4F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4D87DDDD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Otáčky </w:t>
            </w:r>
          </w:p>
        </w:tc>
        <w:tc>
          <w:tcPr>
            <w:tcW w:w="1775" w:type="dxa"/>
            <w:noWrap/>
            <w:hideMark/>
          </w:tcPr>
          <w:p w14:paraId="70573CDA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 xml:space="preserve">max. 5400 </w:t>
            </w:r>
            <w:r w:rsidRPr="009D4B1C">
              <w:rPr>
                <w:rFonts w:ascii="Verdana" w:eastAsia="Times New Roman" w:hAnsi="Verdana" w:cs="Times New Roman"/>
                <w:lang w:eastAsia="cs-CZ"/>
              </w:rPr>
              <w:t>ot/min</w:t>
            </w:r>
          </w:p>
        </w:tc>
        <w:tc>
          <w:tcPr>
            <w:tcW w:w="3091" w:type="dxa"/>
            <w:noWrap/>
            <w:hideMark/>
          </w:tcPr>
          <w:p w14:paraId="5DC661AB" w14:textId="58409B68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0000"/>
                <w:lang w:eastAsia="cs-CZ"/>
              </w:rPr>
            </w:pPr>
            <w:r w:rsidRPr="002951B7">
              <w:t>"[</w:t>
            </w:r>
            <w:r w:rsidRPr="002951B7">
              <w:rPr>
                <w:highlight w:val="yellow"/>
              </w:rPr>
              <w:t>VLOŽÍ</w:t>
            </w:r>
            <w:r w:rsidRPr="002951B7">
              <w:rPr>
                <w:b/>
                <w:bCs/>
                <w:highlight w:val="yellow"/>
              </w:rPr>
              <w:t xml:space="preserve"> </w:t>
            </w:r>
            <w:r w:rsidRPr="002951B7">
              <w:rPr>
                <w:highlight w:val="yellow"/>
              </w:rPr>
              <w:t>PRODÁVAJÍCÍ</w:t>
            </w:r>
            <w:r w:rsidRPr="002951B7">
              <w:t>]"</w:t>
            </w:r>
          </w:p>
        </w:tc>
      </w:tr>
      <w:tr w:rsidR="004D036E" w:rsidRPr="00C54743" w14:paraId="7DE472EF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2427858A" w14:textId="77777777" w:rsidR="004D036E" w:rsidRPr="00582AFA" w:rsidRDefault="004D036E" w:rsidP="004D036E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lang w:eastAsia="cs-CZ"/>
              </w:rPr>
              <w:t>PARAMETRY</w:t>
            </w:r>
          </w:p>
        </w:tc>
        <w:tc>
          <w:tcPr>
            <w:tcW w:w="1775" w:type="dxa"/>
            <w:noWrap/>
            <w:hideMark/>
          </w:tcPr>
          <w:p w14:paraId="1B3ACFAF" w14:textId="77777777" w:rsidR="004D036E" w:rsidRPr="00582AFA" w:rsidRDefault="004D036E" w:rsidP="004D03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091" w:type="dxa"/>
            <w:noWrap/>
            <w:hideMark/>
          </w:tcPr>
          <w:p w14:paraId="3A3E2A2A" w14:textId="77777777" w:rsidR="004D036E" w:rsidRPr="00582AFA" w:rsidRDefault="004D036E" w:rsidP="004D036E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E73A03" w:rsidRPr="00C54743" w14:paraId="2C2C7569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401A2752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Napětí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72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V</w:t>
            </w:r>
          </w:p>
        </w:tc>
        <w:tc>
          <w:tcPr>
            <w:tcW w:w="1775" w:type="dxa"/>
            <w:noWrap/>
            <w:hideMark/>
          </w:tcPr>
          <w:p w14:paraId="46634F3A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  <w:hideMark/>
          </w:tcPr>
          <w:p w14:paraId="6AE34720" w14:textId="52666CDD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DE3819">
              <w:t>"[</w:t>
            </w:r>
            <w:r w:rsidRPr="00DE3819">
              <w:rPr>
                <w:highlight w:val="yellow"/>
              </w:rPr>
              <w:t>VLOŽÍ</w:t>
            </w:r>
            <w:r w:rsidRPr="00DE3819">
              <w:rPr>
                <w:b/>
                <w:bCs/>
                <w:highlight w:val="yellow"/>
              </w:rPr>
              <w:t xml:space="preserve"> </w:t>
            </w:r>
            <w:r w:rsidRPr="00DE3819">
              <w:rPr>
                <w:highlight w:val="yellow"/>
              </w:rPr>
              <w:t>PRODÁVAJÍCÍ</w:t>
            </w:r>
            <w:r w:rsidRPr="00DE3819">
              <w:t>]"</w:t>
            </w:r>
          </w:p>
        </w:tc>
      </w:tr>
      <w:tr w:rsidR="00E73A03" w:rsidRPr="00C54743" w14:paraId="3CFFD77B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hideMark/>
          </w:tcPr>
          <w:p w14:paraId="40A10E71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Aku baterie - typ Li-ion</w:t>
            </w:r>
          </w:p>
        </w:tc>
        <w:tc>
          <w:tcPr>
            <w:tcW w:w="1775" w:type="dxa"/>
            <w:noWrap/>
            <w:hideMark/>
          </w:tcPr>
          <w:p w14:paraId="7DB3E1F5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  <w:hideMark/>
          </w:tcPr>
          <w:p w14:paraId="78F07D32" w14:textId="3E6B3639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DE3819">
              <w:t>"[</w:t>
            </w:r>
            <w:r w:rsidRPr="00DE3819">
              <w:rPr>
                <w:highlight w:val="yellow"/>
              </w:rPr>
              <w:t>VLOŽÍ</w:t>
            </w:r>
            <w:r w:rsidRPr="00DE3819">
              <w:rPr>
                <w:b/>
                <w:bCs/>
                <w:highlight w:val="yellow"/>
              </w:rPr>
              <w:t xml:space="preserve"> </w:t>
            </w:r>
            <w:r w:rsidRPr="00DE3819">
              <w:rPr>
                <w:highlight w:val="yellow"/>
              </w:rPr>
              <w:t>PRODÁVAJÍCÍ</w:t>
            </w:r>
            <w:r w:rsidRPr="00DE3819">
              <w:t>]"</w:t>
            </w:r>
          </w:p>
        </w:tc>
      </w:tr>
      <w:tr w:rsidR="00E73A03" w:rsidRPr="00C54743" w14:paraId="5430FA6A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</w:tcPr>
          <w:p w14:paraId="3DFA6E50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hAnsi="Verdana"/>
                <w:b w:val="0"/>
              </w:rPr>
              <w:t>Hmotnost bez baterie</w:t>
            </w:r>
          </w:p>
        </w:tc>
        <w:tc>
          <w:tcPr>
            <w:tcW w:w="1775" w:type="dxa"/>
            <w:noWrap/>
          </w:tcPr>
          <w:p w14:paraId="4B66CABA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hAnsi="Verdana"/>
              </w:rPr>
              <w:t xml:space="preserve">max. </w:t>
            </w:r>
            <w:r>
              <w:rPr>
                <w:rFonts w:ascii="Verdana" w:hAnsi="Verdana"/>
              </w:rPr>
              <w:t>17</w:t>
            </w:r>
            <w:r w:rsidRPr="009D4B1C">
              <w:rPr>
                <w:rFonts w:ascii="Verdana" w:hAnsi="Verdana"/>
              </w:rPr>
              <w:t xml:space="preserve"> kg</w:t>
            </w:r>
          </w:p>
        </w:tc>
        <w:tc>
          <w:tcPr>
            <w:tcW w:w="3091" w:type="dxa"/>
            <w:noWrap/>
            <w:hideMark/>
          </w:tcPr>
          <w:p w14:paraId="417C2F57" w14:textId="320BFDAD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DE3819">
              <w:t>"[</w:t>
            </w:r>
            <w:r w:rsidRPr="00DE3819">
              <w:rPr>
                <w:highlight w:val="yellow"/>
              </w:rPr>
              <w:t>VLOŽÍ</w:t>
            </w:r>
            <w:r w:rsidRPr="00DE3819">
              <w:rPr>
                <w:b/>
                <w:bCs/>
                <w:highlight w:val="yellow"/>
              </w:rPr>
              <w:t xml:space="preserve"> </w:t>
            </w:r>
            <w:r w:rsidRPr="00DE3819">
              <w:rPr>
                <w:highlight w:val="yellow"/>
              </w:rPr>
              <w:t>PRODÁVAJÍCÍ</w:t>
            </w:r>
            <w:r w:rsidRPr="00DE3819">
              <w:t>]"</w:t>
            </w:r>
          </w:p>
        </w:tc>
      </w:tr>
      <w:tr w:rsidR="00E73A03" w:rsidRPr="00C54743" w14:paraId="2607B611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</w:tcPr>
          <w:p w14:paraId="76039E3B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růměr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kotouče</w:t>
            </w:r>
          </w:p>
        </w:tc>
        <w:tc>
          <w:tcPr>
            <w:tcW w:w="1775" w:type="dxa"/>
            <w:noWrap/>
          </w:tcPr>
          <w:p w14:paraId="03DA2297" w14:textId="5A2237D2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100 - 350 mm</w:t>
            </w:r>
          </w:p>
        </w:tc>
        <w:tc>
          <w:tcPr>
            <w:tcW w:w="3091" w:type="dxa"/>
            <w:noWrap/>
            <w:hideMark/>
          </w:tcPr>
          <w:p w14:paraId="626DB6B9" w14:textId="110FAEF1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DE3819">
              <w:t>"[</w:t>
            </w:r>
            <w:r w:rsidRPr="00DE3819">
              <w:rPr>
                <w:highlight w:val="yellow"/>
              </w:rPr>
              <w:t>VLOŽÍ</w:t>
            </w:r>
            <w:r w:rsidRPr="00DE3819">
              <w:rPr>
                <w:b/>
                <w:bCs/>
                <w:highlight w:val="yellow"/>
              </w:rPr>
              <w:t xml:space="preserve"> </w:t>
            </w:r>
            <w:r w:rsidRPr="00DE3819">
              <w:rPr>
                <w:highlight w:val="yellow"/>
              </w:rPr>
              <w:t>PRODÁVAJÍCÍ</w:t>
            </w:r>
            <w:r w:rsidRPr="00DE3819">
              <w:t>]"</w:t>
            </w:r>
          </w:p>
        </w:tc>
      </w:tr>
      <w:tr w:rsidR="00E73A03" w:rsidRPr="00C54743" w14:paraId="48700B38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</w:tcPr>
          <w:p w14:paraId="10E0825F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Kompatibilita s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kolébkou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pro řezání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všech typů 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kolejnic</w:t>
            </w:r>
          </w:p>
        </w:tc>
        <w:tc>
          <w:tcPr>
            <w:tcW w:w="1775" w:type="dxa"/>
            <w:noWrap/>
          </w:tcPr>
          <w:p w14:paraId="0FF621F9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</w:tcPr>
          <w:p w14:paraId="70820E6B" w14:textId="21B705E8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DE3819">
              <w:t>"[</w:t>
            </w:r>
            <w:r w:rsidRPr="00DE3819">
              <w:rPr>
                <w:highlight w:val="yellow"/>
              </w:rPr>
              <w:t>VLOŽÍ</w:t>
            </w:r>
            <w:r w:rsidRPr="00DE3819">
              <w:rPr>
                <w:b/>
                <w:bCs/>
                <w:highlight w:val="yellow"/>
              </w:rPr>
              <w:t xml:space="preserve"> </w:t>
            </w:r>
            <w:r w:rsidRPr="00DE3819">
              <w:rPr>
                <w:highlight w:val="yellow"/>
              </w:rPr>
              <w:t>PRODÁVAJÍCÍ</w:t>
            </w:r>
            <w:r w:rsidRPr="00DE3819">
              <w:t>]"</w:t>
            </w:r>
          </w:p>
        </w:tc>
      </w:tr>
      <w:tr w:rsidR="00E73A03" w:rsidRPr="00C54743" w14:paraId="3E5801D5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</w:tcPr>
          <w:p w14:paraId="0D6B3000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</w:p>
        </w:tc>
        <w:tc>
          <w:tcPr>
            <w:tcW w:w="1775" w:type="dxa"/>
            <w:noWrap/>
          </w:tcPr>
          <w:p w14:paraId="641D1C81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</w:p>
        </w:tc>
        <w:tc>
          <w:tcPr>
            <w:tcW w:w="3091" w:type="dxa"/>
            <w:noWrap/>
            <w:hideMark/>
          </w:tcPr>
          <w:p w14:paraId="4BDB7D05" w14:textId="056A4B29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DE3819">
              <w:t>"[</w:t>
            </w:r>
            <w:r w:rsidRPr="00DE3819">
              <w:rPr>
                <w:highlight w:val="yellow"/>
              </w:rPr>
              <w:t>VLOŽÍ</w:t>
            </w:r>
            <w:r w:rsidRPr="00DE3819">
              <w:rPr>
                <w:b/>
                <w:bCs/>
                <w:highlight w:val="yellow"/>
              </w:rPr>
              <w:t xml:space="preserve"> </w:t>
            </w:r>
            <w:r w:rsidRPr="00DE3819">
              <w:rPr>
                <w:highlight w:val="yellow"/>
              </w:rPr>
              <w:t>PRODÁVAJÍCÍ</w:t>
            </w:r>
            <w:r w:rsidRPr="00DE3819">
              <w:t>]"</w:t>
            </w:r>
          </w:p>
        </w:tc>
      </w:tr>
      <w:tr w:rsidR="004D036E" w:rsidRPr="00C54743" w14:paraId="0F56D0CC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hideMark/>
          </w:tcPr>
          <w:p w14:paraId="514B1A20" w14:textId="77777777" w:rsidR="004D036E" w:rsidRPr="00582AFA" w:rsidRDefault="004D036E" w:rsidP="004D036E">
            <w:pPr>
              <w:rPr>
                <w:rFonts w:ascii="Verdana" w:eastAsia="Times New Roman" w:hAnsi="Verdana" w:cs="Times New Roman"/>
                <w:bCs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Cs w:val="0"/>
                <w:lang w:eastAsia="cs-CZ"/>
              </w:rPr>
              <w:t>VYBAVENÍ, BEZPEČNOST, KOMFORT OBSLUHY</w:t>
            </w:r>
          </w:p>
        </w:tc>
        <w:tc>
          <w:tcPr>
            <w:tcW w:w="1775" w:type="dxa"/>
            <w:noWrap/>
            <w:hideMark/>
          </w:tcPr>
          <w:p w14:paraId="49361DFC" w14:textId="77777777" w:rsidR="004D036E" w:rsidRPr="00582AFA" w:rsidRDefault="004D036E" w:rsidP="004D03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091" w:type="dxa"/>
            <w:noWrap/>
            <w:hideMark/>
          </w:tcPr>
          <w:p w14:paraId="3C2916A7" w14:textId="77777777" w:rsidR="004D036E" w:rsidRPr="00582AFA" w:rsidRDefault="004D036E" w:rsidP="004D036E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</w:tr>
      <w:tr w:rsidR="00E73A03" w:rsidRPr="00C54743" w14:paraId="1E0C504F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1094EA91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Detekce nadměrného otočení</w:t>
            </w:r>
          </w:p>
        </w:tc>
        <w:tc>
          <w:tcPr>
            <w:tcW w:w="1775" w:type="dxa"/>
            <w:noWrap/>
            <w:hideMark/>
          </w:tcPr>
          <w:p w14:paraId="3BF788F4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  <w:hideMark/>
          </w:tcPr>
          <w:p w14:paraId="224DCF09" w14:textId="23E085EC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0E341F42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5971977A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Systém ochrany proti přetížení</w:t>
            </w:r>
          </w:p>
        </w:tc>
        <w:tc>
          <w:tcPr>
            <w:tcW w:w="1775" w:type="dxa"/>
            <w:noWrap/>
            <w:hideMark/>
          </w:tcPr>
          <w:p w14:paraId="75CD06AC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  <w:hideMark/>
          </w:tcPr>
          <w:p w14:paraId="5585EF24" w14:textId="777E70BE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02C247BD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009FDF07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Náhradní baterie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72V - 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min. </w:t>
            </w:r>
            <w:r>
              <w:rPr>
                <w:rFonts w:ascii="Verdana" w:eastAsia="Times New Roman" w:hAnsi="Verdana" w:cs="Times New Roman"/>
                <w:b w:val="0"/>
                <w:lang w:eastAsia="cs-CZ"/>
              </w:rPr>
              <w:t>6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>,0Ah</w:t>
            </w:r>
          </w:p>
        </w:tc>
        <w:tc>
          <w:tcPr>
            <w:tcW w:w="1775" w:type="dxa"/>
            <w:noWrap/>
            <w:hideMark/>
          </w:tcPr>
          <w:p w14:paraId="103BBDED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2</w:t>
            </w:r>
            <w:r w:rsidRPr="009D4B1C">
              <w:rPr>
                <w:rFonts w:ascii="Verdana" w:eastAsia="Times New Roman" w:hAnsi="Verdana" w:cs="Times New Roman"/>
                <w:b/>
                <w:lang w:eastAsia="cs-CZ"/>
              </w:rPr>
              <w:t>ks</w:t>
            </w:r>
            <w:r w:rsidRPr="009D4B1C">
              <w:rPr>
                <w:rFonts w:ascii="Verdana" w:eastAsia="Times New Roman" w:hAnsi="Verdana" w:cs="Times New Roman"/>
                <w:lang w:eastAsia="cs-CZ"/>
              </w:rPr>
              <w:t xml:space="preserve"> ANO</w:t>
            </w:r>
          </w:p>
        </w:tc>
        <w:tc>
          <w:tcPr>
            <w:tcW w:w="3091" w:type="dxa"/>
            <w:noWrap/>
            <w:hideMark/>
          </w:tcPr>
          <w:p w14:paraId="5EF1F148" w14:textId="48B82A33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2ABCDCC6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</w:tcPr>
          <w:p w14:paraId="7246E118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</w:t>
            </w: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abíječka </w:t>
            </w:r>
          </w:p>
        </w:tc>
        <w:tc>
          <w:tcPr>
            <w:tcW w:w="1775" w:type="dxa"/>
            <w:noWrap/>
          </w:tcPr>
          <w:p w14:paraId="243641D8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</w:tcPr>
          <w:p w14:paraId="5088CA11" w14:textId="5C37C60F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07763F2E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  <w:hideMark/>
          </w:tcPr>
          <w:p w14:paraId="2A6E4F4E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Ukazatel stavu nabití </w:t>
            </w:r>
          </w:p>
        </w:tc>
        <w:tc>
          <w:tcPr>
            <w:tcW w:w="1775" w:type="dxa"/>
            <w:noWrap/>
            <w:hideMark/>
          </w:tcPr>
          <w:p w14:paraId="64E51FBA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  <w:hideMark/>
          </w:tcPr>
          <w:p w14:paraId="44FF0BD8" w14:textId="62B61DFD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797094F0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</w:tcPr>
          <w:p w14:paraId="5E6275CA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2D1E05">
              <w:rPr>
                <w:rFonts w:ascii="Verdana" w:eastAsia="Times New Roman" w:hAnsi="Verdana" w:cs="Times New Roman"/>
                <w:b w:val="0"/>
                <w:lang w:eastAsia="cs-CZ"/>
              </w:rPr>
              <w:t>Nastavitelný ochranný kryt čepele</w:t>
            </w:r>
          </w:p>
        </w:tc>
        <w:tc>
          <w:tcPr>
            <w:tcW w:w="1775" w:type="dxa"/>
            <w:noWrap/>
          </w:tcPr>
          <w:p w14:paraId="024DBB6D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</w:tcPr>
          <w:p w14:paraId="7B1BED6E" w14:textId="7FA96C5E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0DB93E19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noWrap/>
          </w:tcPr>
          <w:p w14:paraId="6F0EB565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M</w:t>
            </w:r>
            <w:r w:rsidRPr="00EC229A">
              <w:rPr>
                <w:rFonts w:ascii="Verdana" w:eastAsia="Times New Roman" w:hAnsi="Verdana" w:cs="Times New Roman"/>
                <w:b w:val="0"/>
                <w:lang w:eastAsia="cs-CZ"/>
              </w:rPr>
              <w:t>ožnost připojení vody pro řez v betonu</w:t>
            </w:r>
          </w:p>
        </w:tc>
        <w:tc>
          <w:tcPr>
            <w:tcW w:w="1775" w:type="dxa"/>
            <w:noWrap/>
            <w:hideMark/>
          </w:tcPr>
          <w:p w14:paraId="2251C76C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  <w:hideMark/>
          </w:tcPr>
          <w:p w14:paraId="365C4B15" w14:textId="21AF3CD9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068E61D3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</w:tcPr>
          <w:p w14:paraId="168FF3EA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Okamžitý start</w:t>
            </w:r>
          </w:p>
        </w:tc>
        <w:tc>
          <w:tcPr>
            <w:tcW w:w="1775" w:type="dxa"/>
            <w:noWrap/>
            <w:hideMark/>
          </w:tcPr>
          <w:p w14:paraId="2B8D1FA4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  <w:hideMark/>
          </w:tcPr>
          <w:p w14:paraId="6003A2EE" w14:textId="5ABE1D7B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2227D0E8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</w:tcPr>
          <w:p w14:paraId="1F4B9B92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Kovov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á</w:t>
            </w: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</w:t>
            </w:r>
            <w:r>
              <w:t xml:space="preserve"> </w:t>
            </w:r>
            <w:r w:rsidRPr="00EC229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kolébk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a</w:t>
            </w:r>
            <w:r w:rsidRPr="00EC229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pro řezání všech typů kolejnic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s možností překlopení pily o 180 stupňů a se sklopnou měrkou</w:t>
            </w:r>
          </w:p>
        </w:tc>
        <w:tc>
          <w:tcPr>
            <w:tcW w:w="1775" w:type="dxa"/>
            <w:noWrap/>
          </w:tcPr>
          <w:p w14:paraId="329BE131" w14:textId="77777777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</w:tcPr>
          <w:p w14:paraId="211AF4A3" w14:textId="4A7DF0EB" w:rsidR="00E73A03" w:rsidRPr="009D4B1C" w:rsidRDefault="00E73A03" w:rsidP="00E73A03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E73A03" w:rsidRPr="00C54743" w14:paraId="23F721E4" w14:textId="77777777" w:rsidTr="00402815">
        <w:trPr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</w:tcPr>
          <w:p w14:paraId="60A2E51C" w14:textId="77777777" w:rsidR="00E73A03" w:rsidRPr="00582AFA" w:rsidRDefault="00E73A03" w:rsidP="00E73A03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Záruka min. </w:t>
            </w: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24</w:t>
            </w:r>
            <w:r w:rsidRPr="00582AFA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měsíců</w:t>
            </w:r>
          </w:p>
        </w:tc>
        <w:tc>
          <w:tcPr>
            <w:tcW w:w="1775" w:type="dxa"/>
            <w:noWrap/>
          </w:tcPr>
          <w:p w14:paraId="643C4626" w14:textId="77777777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9D4B1C">
              <w:rPr>
                <w:rFonts w:ascii="Verdana" w:eastAsia="Times New Roman" w:hAnsi="Verdana" w:cs="Times New Roman"/>
                <w:lang w:eastAsia="cs-CZ"/>
              </w:rPr>
              <w:t>ANO</w:t>
            </w:r>
          </w:p>
        </w:tc>
        <w:tc>
          <w:tcPr>
            <w:tcW w:w="3091" w:type="dxa"/>
            <w:noWrap/>
          </w:tcPr>
          <w:p w14:paraId="775C1DFB" w14:textId="5C903D2A" w:rsidR="00E73A03" w:rsidRPr="009D4B1C" w:rsidRDefault="00E73A03" w:rsidP="00E73A0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874CBA">
              <w:t>"[</w:t>
            </w:r>
            <w:r w:rsidRPr="00874CBA">
              <w:rPr>
                <w:highlight w:val="yellow"/>
              </w:rPr>
              <w:t>VLOŽÍ</w:t>
            </w:r>
            <w:r w:rsidRPr="00874CBA">
              <w:rPr>
                <w:b/>
                <w:bCs/>
                <w:highlight w:val="yellow"/>
              </w:rPr>
              <w:t xml:space="preserve"> </w:t>
            </w:r>
            <w:r w:rsidRPr="00874CBA">
              <w:rPr>
                <w:highlight w:val="yellow"/>
              </w:rPr>
              <w:t>PRODÁVAJÍCÍ</w:t>
            </w:r>
            <w:r w:rsidRPr="00874CBA">
              <w:t>]"</w:t>
            </w:r>
          </w:p>
        </w:tc>
      </w:tr>
      <w:tr w:rsidR="00402815" w:rsidRPr="00C54743" w14:paraId="798F2EA9" w14:textId="77777777" w:rsidTr="0040281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6" w:type="dxa"/>
            <w:vAlign w:val="center"/>
          </w:tcPr>
          <w:p w14:paraId="05A20EAA" w14:textId="73BC9F2B" w:rsidR="00402815" w:rsidRPr="00582AFA" w:rsidRDefault="00402815" w:rsidP="00402815">
            <w:pPr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402815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Servisní středisko dodavatele</w:t>
            </w:r>
          </w:p>
        </w:tc>
        <w:tc>
          <w:tcPr>
            <w:tcW w:w="1775" w:type="dxa"/>
            <w:noWrap/>
            <w:vAlign w:val="center"/>
          </w:tcPr>
          <w:p w14:paraId="351935BF" w14:textId="36A39074" w:rsidR="00402815" w:rsidRPr="009D4B1C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582AFA">
              <w:rPr>
                <w:rFonts w:ascii="Verdana" w:eastAsia="Times New Roman" w:hAnsi="Verdana" w:cs="Times New Roman"/>
                <w:b/>
                <w:bCs/>
                <w:lang w:eastAsia="cs-CZ"/>
              </w:rPr>
              <w:t>-----</w:t>
            </w:r>
          </w:p>
        </w:tc>
        <w:tc>
          <w:tcPr>
            <w:tcW w:w="3091" w:type="dxa"/>
            <w:noWrap/>
          </w:tcPr>
          <w:p w14:paraId="1168037A" w14:textId="77777777" w:rsid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E5A1D36" w14:textId="77777777" w:rsidR="00402815" w:rsidRDefault="00402815" w:rsidP="004028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Adresa servisu:</w:t>
            </w:r>
          </w:p>
          <w:p w14:paraId="421F7BCE" w14:textId="77777777" w:rsid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CDD69D9" w14:textId="77777777" w:rsid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554B70">
              <w:t>"[</w:t>
            </w:r>
            <w:r w:rsidRPr="00554B70">
              <w:rPr>
                <w:highlight w:val="yellow"/>
              </w:rPr>
              <w:t>VLOŽÍ</w:t>
            </w:r>
            <w:r w:rsidRPr="00554B70">
              <w:rPr>
                <w:b/>
                <w:bCs/>
                <w:highlight w:val="yellow"/>
              </w:rPr>
              <w:t xml:space="preserve"> </w:t>
            </w:r>
            <w:r w:rsidRPr="00554B70">
              <w:rPr>
                <w:highlight w:val="yellow"/>
              </w:rPr>
              <w:t>PRODÁVAJÍCÍ</w:t>
            </w:r>
            <w:r w:rsidRPr="00554B70">
              <w:t>]"</w:t>
            </w:r>
          </w:p>
          <w:p w14:paraId="653285C4" w14:textId="77777777" w:rsidR="00402815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32FBDC0" w14:textId="77777777" w:rsidR="00402815" w:rsidRPr="00874CBA" w:rsidRDefault="00402815" w:rsidP="0040281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1FF303DF" w14:textId="138D1531" w:rsidR="00B34153" w:rsidRDefault="00B34153" w:rsidP="00EB2B45">
      <w:pPr>
        <w:jc w:val="both"/>
        <w:rPr>
          <w:b/>
        </w:rPr>
      </w:pPr>
    </w:p>
    <w:p w14:paraId="56524859" w14:textId="75B97D3E" w:rsidR="003B6BBD" w:rsidRDefault="003B6BBD" w:rsidP="00EB2B45">
      <w:pPr>
        <w:jc w:val="both"/>
        <w:rPr>
          <w:b/>
        </w:rPr>
      </w:pPr>
    </w:p>
    <w:p w14:paraId="6806A989" w14:textId="52C3164C" w:rsidR="003B6BBD" w:rsidRDefault="003B6BBD" w:rsidP="00EB2B45">
      <w:pPr>
        <w:jc w:val="both"/>
        <w:rPr>
          <w:b/>
        </w:rPr>
      </w:pPr>
    </w:p>
    <w:p w14:paraId="213B46D7" w14:textId="4B03F559" w:rsidR="003B6BBD" w:rsidRDefault="003B6BBD" w:rsidP="00EB2B45">
      <w:pPr>
        <w:jc w:val="both"/>
        <w:rPr>
          <w:b/>
        </w:rPr>
      </w:pPr>
    </w:p>
    <w:p w14:paraId="71E83B95" w14:textId="6CF86013" w:rsidR="003B6BBD" w:rsidRDefault="003B6BBD" w:rsidP="00EB2B45">
      <w:pPr>
        <w:jc w:val="both"/>
        <w:rPr>
          <w:b/>
        </w:rPr>
      </w:pPr>
    </w:p>
    <w:p w14:paraId="544CCABC" w14:textId="77777777" w:rsidR="004D2143" w:rsidRPr="00EB2B45" w:rsidRDefault="004D2143" w:rsidP="00852279">
      <w:pPr>
        <w:jc w:val="both"/>
        <w:rPr>
          <w:b/>
        </w:rPr>
      </w:pPr>
    </w:p>
    <w:sectPr w:rsidR="004D2143" w:rsidRPr="00EB2B45" w:rsidSect="009C480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566CB" w14:textId="77777777" w:rsidR="00695393" w:rsidRDefault="00695393" w:rsidP="00962258">
      <w:pPr>
        <w:spacing w:after="0" w:line="240" w:lineRule="auto"/>
      </w:pPr>
      <w:r>
        <w:separator/>
      </w:r>
    </w:p>
  </w:endnote>
  <w:endnote w:type="continuationSeparator" w:id="0">
    <w:p w14:paraId="00CBD9B5" w14:textId="77777777" w:rsidR="00695393" w:rsidRDefault="006953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707C5823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1E7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1E7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690072F0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91E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91E7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3F92C" w14:textId="77777777" w:rsidR="00695393" w:rsidRDefault="00695393" w:rsidP="00962258">
      <w:pPr>
        <w:spacing w:after="0" w:line="240" w:lineRule="auto"/>
      </w:pPr>
      <w:r>
        <w:separator/>
      </w:r>
    </w:p>
  </w:footnote>
  <w:footnote w:type="continuationSeparator" w:id="0">
    <w:p w14:paraId="54BD9F07" w14:textId="77777777" w:rsidR="00695393" w:rsidRDefault="006953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:rsidRPr="002A6AEA" w14:paraId="3FD79E0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D6071C" w:rsidRPr="00E73A03" w:rsidRDefault="00D6071C" w:rsidP="00FC6389">
          <w:pPr>
            <w:pStyle w:val="Zpat"/>
            <w:rPr>
              <w:bCs/>
              <w:sz w:val="18"/>
            </w:rPr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7B8ED37" w14:textId="67D2B99F" w:rsidR="00D6071C" w:rsidRDefault="00D6071C" w:rsidP="00E73A03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Příloha č. 1</w:t>
          </w:r>
          <w:r w:rsidR="00E73A03" w:rsidRPr="00E73A03">
            <w:rPr>
              <w:b w:val="0"/>
              <w:bCs/>
              <w:sz w:val="18"/>
              <w:szCs w:val="18"/>
            </w:rPr>
            <w:t xml:space="preserve"> Výzvy k podání nabídky:</w:t>
          </w:r>
        </w:p>
        <w:p w14:paraId="4C7EEA4E" w14:textId="77777777" w:rsidR="00E73A03" w:rsidRDefault="00E73A03" w:rsidP="00E73A03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ab/>
            <w:t xml:space="preserve">Specifikace předmětu veřejné </w:t>
          </w:r>
        </w:p>
        <w:p w14:paraId="3CCCDE6E" w14:textId="2AF3227D" w:rsidR="00E73A03" w:rsidRPr="00E73A03" w:rsidRDefault="00E73A03" w:rsidP="00E73A03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zakázky – TECHNICKÉ POŽADAVKY</w:t>
          </w:r>
        </w:p>
        <w:p w14:paraId="1C714102" w14:textId="77777777" w:rsidR="00D6071C" w:rsidRPr="00E73A03" w:rsidRDefault="00D6071C" w:rsidP="00E73A03">
          <w:pPr>
            <w:pStyle w:val="Druhdokumentu"/>
            <w:rPr>
              <w:b w:val="0"/>
              <w:bCs/>
              <w:sz w:val="18"/>
              <w:szCs w:val="18"/>
            </w:rPr>
          </w:pPr>
        </w:p>
      </w:tc>
    </w:tr>
    <w:tr w:rsidR="00D6071C" w14:paraId="6904D335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D6071C" w:rsidRPr="00B8518B" w:rsidRDefault="00D6071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D6071C" w:rsidRDefault="00D6071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575FD9" w14:textId="77777777" w:rsidR="00D6071C" w:rsidRPr="00E73A03" w:rsidRDefault="00D6071C" w:rsidP="00E73A03">
          <w:pPr>
            <w:pStyle w:val="Druhdokumentu"/>
            <w:rPr>
              <w:b w:val="0"/>
              <w:bCs/>
              <w:sz w:val="18"/>
              <w:szCs w:val="18"/>
            </w:rPr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 w16cid:durableId="659818375">
    <w:abstractNumId w:val="3"/>
  </w:num>
  <w:num w:numId="2" w16cid:durableId="807938142">
    <w:abstractNumId w:val="0"/>
  </w:num>
  <w:num w:numId="3" w16cid:durableId="779761326">
    <w:abstractNumId w:val="13"/>
  </w:num>
  <w:num w:numId="4" w16cid:durableId="1482193470">
    <w:abstractNumId w:val="5"/>
  </w:num>
  <w:num w:numId="5" w16cid:durableId="1532841697">
    <w:abstractNumId w:val="10"/>
  </w:num>
  <w:num w:numId="6" w16cid:durableId="1575429060">
    <w:abstractNumId w:val="6"/>
  </w:num>
  <w:num w:numId="7" w16cid:durableId="1102143452">
    <w:abstractNumId w:val="8"/>
  </w:num>
  <w:num w:numId="8" w16cid:durableId="1175193420">
    <w:abstractNumId w:val="4"/>
  </w:num>
  <w:num w:numId="9" w16cid:durableId="1277522879">
    <w:abstractNumId w:val="11"/>
  </w:num>
  <w:num w:numId="10" w16cid:durableId="351536304">
    <w:abstractNumId w:val="1"/>
  </w:num>
  <w:num w:numId="11" w16cid:durableId="1755978261">
    <w:abstractNumId w:val="2"/>
  </w:num>
  <w:num w:numId="12" w16cid:durableId="1871215552">
    <w:abstractNumId w:val="12"/>
  </w:num>
  <w:num w:numId="13" w16cid:durableId="1610894651">
    <w:abstractNumId w:val="9"/>
  </w:num>
  <w:num w:numId="14" w16cid:durableId="125620886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7526"/>
    <w:rsid w:val="00022A86"/>
    <w:rsid w:val="00047CB8"/>
    <w:rsid w:val="000558AB"/>
    <w:rsid w:val="00072C1E"/>
    <w:rsid w:val="00081784"/>
    <w:rsid w:val="0008575D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52480"/>
    <w:rsid w:val="00170EC5"/>
    <w:rsid w:val="00172B3C"/>
    <w:rsid w:val="001747C1"/>
    <w:rsid w:val="00186692"/>
    <w:rsid w:val="00190B15"/>
    <w:rsid w:val="001B1147"/>
    <w:rsid w:val="001B24E5"/>
    <w:rsid w:val="001B4E74"/>
    <w:rsid w:val="001D66BD"/>
    <w:rsid w:val="00201F23"/>
    <w:rsid w:val="00207DF5"/>
    <w:rsid w:val="0024023A"/>
    <w:rsid w:val="00242B9F"/>
    <w:rsid w:val="00261A5B"/>
    <w:rsid w:val="00267E18"/>
    <w:rsid w:val="002741EA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F4D15"/>
    <w:rsid w:val="002F52DB"/>
    <w:rsid w:val="002F5DA1"/>
    <w:rsid w:val="00306842"/>
    <w:rsid w:val="00315F75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0071"/>
    <w:rsid w:val="003B6BBD"/>
    <w:rsid w:val="003C180B"/>
    <w:rsid w:val="003D134E"/>
    <w:rsid w:val="003E0DDA"/>
    <w:rsid w:val="003E4A4C"/>
    <w:rsid w:val="0040211C"/>
    <w:rsid w:val="00402815"/>
    <w:rsid w:val="00413E5D"/>
    <w:rsid w:val="00450F07"/>
    <w:rsid w:val="00453CD3"/>
    <w:rsid w:val="00460660"/>
    <w:rsid w:val="00486107"/>
    <w:rsid w:val="00491827"/>
    <w:rsid w:val="004B0F3C"/>
    <w:rsid w:val="004B13E1"/>
    <w:rsid w:val="004B5CD0"/>
    <w:rsid w:val="004C2347"/>
    <w:rsid w:val="004C4399"/>
    <w:rsid w:val="004C6678"/>
    <w:rsid w:val="004C787C"/>
    <w:rsid w:val="004D036E"/>
    <w:rsid w:val="004D2143"/>
    <w:rsid w:val="004D7468"/>
    <w:rsid w:val="004E1D96"/>
    <w:rsid w:val="004E7A1F"/>
    <w:rsid w:val="004F13C2"/>
    <w:rsid w:val="004F4B9B"/>
    <w:rsid w:val="00511A78"/>
    <w:rsid w:val="00511AB9"/>
    <w:rsid w:val="00523BB5"/>
    <w:rsid w:val="00523EA7"/>
    <w:rsid w:val="00534019"/>
    <w:rsid w:val="005406EB"/>
    <w:rsid w:val="00553375"/>
    <w:rsid w:val="00562CC0"/>
    <w:rsid w:val="005702D6"/>
    <w:rsid w:val="005736B7"/>
    <w:rsid w:val="00575E5A"/>
    <w:rsid w:val="00582AFA"/>
    <w:rsid w:val="005866EC"/>
    <w:rsid w:val="0059674A"/>
    <w:rsid w:val="005A4944"/>
    <w:rsid w:val="005C3A50"/>
    <w:rsid w:val="005E24FC"/>
    <w:rsid w:val="005F13BD"/>
    <w:rsid w:val="005F17F0"/>
    <w:rsid w:val="00607F15"/>
    <w:rsid w:val="0061068E"/>
    <w:rsid w:val="00612482"/>
    <w:rsid w:val="00613A7F"/>
    <w:rsid w:val="00624873"/>
    <w:rsid w:val="00624945"/>
    <w:rsid w:val="00632045"/>
    <w:rsid w:val="00636285"/>
    <w:rsid w:val="006411CB"/>
    <w:rsid w:val="00651339"/>
    <w:rsid w:val="00660AD3"/>
    <w:rsid w:val="006626CF"/>
    <w:rsid w:val="00695393"/>
    <w:rsid w:val="0069668E"/>
    <w:rsid w:val="006A5570"/>
    <w:rsid w:val="006A689C"/>
    <w:rsid w:val="006B3D79"/>
    <w:rsid w:val="006C04E1"/>
    <w:rsid w:val="006E0578"/>
    <w:rsid w:val="006E314D"/>
    <w:rsid w:val="006F1A41"/>
    <w:rsid w:val="00710723"/>
    <w:rsid w:val="0071113A"/>
    <w:rsid w:val="00720768"/>
    <w:rsid w:val="00723ED1"/>
    <w:rsid w:val="00742F51"/>
    <w:rsid w:val="00743525"/>
    <w:rsid w:val="00747557"/>
    <w:rsid w:val="007530A7"/>
    <w:rsid w:val="0076286B"/>
    <w:rsid w:val="00766846"/>
    <w:rsid w:val="0077673A"/>
    <w:rsid w:val="007846E1"/>
    <w:rsid w:val="007853DE"/>
    <w:rsid w:val="007A4A7E"/>
    <w:rsid w:val="007B570C"/>
    <w:rsid w:val="007D7419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615B"/>
    <w:rsid w:val="00873F17"/>
    <w:rsid w:val="008740BD"/>
    <w:rsid w:val="00891E7D"/>
    <w:rsid w:val="00894C02"/>
    <w:rsid w:val="00895BBB"/>
    <w:rsid w:val="008A3568"/>
    <w:rsid w:val="008D03B9"/>
    <w:rsid w:val="008F18D6"/>
    <w:rsid w:val="008F5B7A"/>
    <w:rsid w:val="00904780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7531B"/>
    <w:rsid w:val="00981224"/>
    <w:rsid w:val="00984503"/>
    <w:rsid w:val="00984C4A"/>
    <w:rsid w:val="00992D9C"/>
    <w:rsid w:val="00996CB8"/>
    <w:rsid w:val="009B042B"/>
    <w:rsid w:val="009B2E97"/>
    <w:rsid w:val="009C442C"/>
    <w:rsid w:val="009C480D"/>
    <w:rsid w:val="009D45C3"/>
    <w:rsid w:val="009D4B1C"/>
    <w:rsid w:val="009E07F4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94C2F"/>
    <w:rsid w:val="00A96A59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5A8D"/>
    <w:rsid w:val="00B15D0D"/>
    <w:rsid w:val="00B211EF"/>
    <w:rsid w:val="00B2400B"/>
    <w:rsid w:val="00B2530B"/>
    <w:rsid w:val="00B34153"/>
    <w:rsid w:val="00B34218"/>
    <w:rsid w:val="00B7313F"/>
    <w:rsid w:val="00B75D2B"/>
    <w:rsid w:val="00B75EE1"/>
    <w:rsid w:val="00B77481"/>
    <w:rsid w:val="00B8518B"/>
    <w:rsid w:val="00B91654"/>
    <w:rsid w:val="00BA0376"/>
    <w:rsid w:val="00BA20AC"/>
    <w:rsid w:val="00BA4532"/>
    <w:rsid w:val="00BC260A"/>
    <w:rsid w:val="00BD230A"/>
    <w:rsid w:val="00BD7E91"/>
    <w:rsid w:val="00BD7F0D"/>
    <w:rsid w:val="00BF4756"/>
    <w:rsid w:val="00C02D0A"/>
    <w:rsid w:val="00C03A6E"/>
    <w:rsid w:val="00C169B6"/>
    <w:rsid w:val="00C30C0F"/>
    <w:rsid w:val="00C3606B"/>
    <w:rsid w:val="00C420CA"/>
    <w:rsid w:val="00C44F6A"/>
    <w:rsid w:val="00C54743"/>
    <w:rsid w:val="00C6198E"/>
    <w:rsid w:val="00C778A5"/>
    <w:rsid w:val="00C924CE"/>
    <w:rsid w:val="00C95162"/>
    <w:rsid w:val="00CA4C46"/>
    <w:rsid w:val="00CA59E7"/>
    <w:rsid w:val="00CC45D8"/>
    <w:rsid w:val="00CC4705"/>
    <w:rsid w:val="00CD1FC4"/>
    <w:rsid w:val="00CD3E6B"/>
    <w:rsid w:val="00CD64CF"/>
    <w:rsid w:val="00CD7B19"/>
    <w:rsid w:val="00D015F4"/>
    <w:rsid w:val="00D034A0"/>
    <w:rsid w:val="00D21061"/>
    <w:rsid w:val="00D4108E"/>
    <w:rsid w:val="00D6071C"/>
    <w:rsid w:val="00D6163D"/>
    <w:rsid w:val="00D64AC7"/>
    <w:rsid w:val="00D70D53"/>
    <w:rsid w:val="00D775C0"/>
    <w:rsid w:val="00D831A3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3B54"/>
    <w:rsid w:val="00E1013A"/>
    <w:rsid w:val="00E1528E"/>
    <w:rsid w:val="00E218B5"/>
    <w:rsid w:val="00E50D63"/>
    <w:rsid w:val="00E73A03"/>
    <w:rsid w:val="00E762E9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5617"/>
    <w:rsid w:val="00F35939"/>
    <w:rsid w:val="00F37A56"/>
    <w:rsid w:val="00F45607"/>
    <w:rsid w:val="00F51CA5"/>
    <w:rsid w:val="00F53137"/>
    <w:rsid w:val="00F5540F"/>
    <w:rsid w:val="00F659EB"/>
    <w:rsid w:val="00F74398"/>
    <w:rsid w:val="00F813AF"/>
    <w:rsid w:val="00F8233B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684BB-113F-4614-AFFF-61788235F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27</TotalTime>
  <Pages>3</Pages>
  <Words>677</Words>
  <Characters>4001</Characters>
  <Application>Microsoft Office Word</Application>
  <DocSecurity>0</DocSecurity>
  <Lines>33</Lines>
  <Paragraphs>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Kneifel Jiří</dc:creator>
  <cp:lastModifiedBy>Jüttnerová Andrea, Mgr.</cp:lastModifiedBy>
  <cp:revision>7</cp:revision>
  <cp:lastPrinted>2021-04-30T10:23:00Z</cp:lastPrinted>
  <dcterms:created xsi:type="dcterms:W3CDTF">2023-06-14T10:34:00Z</dcterms:created>
  <dcterms:modified xsi:type="dcterms:W3CDTF">2023-06-28T08:20:00Z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